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B5D" w:rsidRDefault="00F20B5D" w:rsidP="001A7CE5">
      <w:pPr>
        <w:jc w:val="center"/>
        <w:rPr>
          <w:b/>
          <w:sz w:val="22"/>
          <w:szCs w:val="22"/>
        </w:rPr>
      </w:pPr>
    </w:p>
    <w:p w:rsidR="00476E8A" w:rsidRPr="00381032" w:rsidRDefault="00F20B5D" w:rsidP="001A7CE5">
      <w:pPr>
        <w:jc w:val="center"/>
        <w:rPr>
          <w:rFonts w:ascii="Arial Black" w:hAnsi="Arial Black"/>
          <w:b/>
          <w:sz w:val="28"/>
          <w:szCs w:val="28"/>
        </w:rPr>
      </w:pPr>
      <w:r w:rsidRPr="00381032">
        <w:rPr>
          <w:rFonts w:ascii="Arial Black" w:hAnsi="Arial Black"/>
          <w:b/>
          <w:sz w:val="28"/>
          <w:szCs w:val="28"/>
        </w:rPr>
        <w:t>Shasha</w:t>
      </w:r>
      <w:r w:rsidR="001A7CE5" w:rsidRPr="00381032">
        <w:rPr>
          <w:rFonts w:ascii="Arial Black" w:hAnsi="Arial Black"/>
          <w:b/>
          <w:sz w:val="28"/>
          <w:szCs w:val="28"/>
        </w:rPr>
        <w:t xml:space="preserve"> </w:t>
      </w:r>
      <w:r w:rsidR="001C47B1" w:rsidRPr="00381032">
        <w:rPr>
          <w:rFonts w:ascii="Arial Black" w:hAnsi="Arial Black"/>
          <w:b/>
          <w:sz w:val="28"/>
          <w:szCs w:val="28"/>
        </w:rPr>
        <w:t xml:space="preserve">Technology </w:t>
      </w:r>
      <w:r w:rsidRPr="00381032">
        <w:rPr>
          <w:rFonts w:ascii="Arial Black" w:hAnsi="Arial Black"/>
          <w:b/>
          <w:sz w:val="28"/>
          <w:szCs w:val="28"/>
        </w:rPr>
        <w:t>Seminars</w:t>
      </w:r>
    </w:p>
    <w:p w:rsidR="00922FF6" w:rsidRPr="000C6E63" w:rsidRDefault="00922FF6" w:rsidP="001A7CE5">
      <w:pPr>
        <w:jc w:val="center"/>
        <w:rPr>
          <w:b/>
          <w:i/>
          <w:sz w:val="22"/>
          <w:szCs w:val="22"/>
        </w:rPr>
      </w:pPr>
    </w:p>
    <w:p w:rsidR="00C11323" w:rsidRPr="00C11323" w:rsidRDefault="00C11323" w:rsidP="00686EB4">
      <w:pPr>
        <w:pStyle w:val="Title"/>
        <w:rPr>
          <w:rFonts w:ascii="Arial Black" w:hAnsi="Arial Black" w:cs="Arial"/>
          <w:b w:val="0"/>
          <w:sz w:val="22"/>
          <w:szCs w:val="22"/>
        </w:rPr>
      </w:pPr>
      <w:r w:rsidRPr="00C11323">
        <w:rPr>
          <w:rFonts w:ascii="Arial Black" w:hAnsi="Arial Black"/>
          <w:b w:val="0"/>
          <w:sz w:val="22"/>
          <w:szCs w:val="22"/>
        </w:rPr>
        <w:t xml:space="preserve">Course </w:t>
      </w:r>
      <w:r w:rsidRPr="00C11323">
        <w:rPr>
          <w:rFonts w:ascii="Arial Black" w:hAnsi="Arial Black" w:cs="Arial"/>
          <w:b w:val="0"/>
          <w:sz w:val="22"/>
          <w:szCs w:val="22"/>
        </w:rPr>
        <w:t>Evaluation</w:t>
      </w:r>
    </w:p>
    <w:p w:rsidR="00C11323" w:rsidRDefault="00C11323" w:rsidP="00A229FE">
      <w:pPr>
        <w:pStyle w:val="Title"/>
        <w:jc w:val="left"/>
        <w:rPr>
          <w:b w:val="0"/>
          <w:sz w:val="22"/>
          <w:szCs w:val="22"/>
        </w:rPr>
      </w:pPr>
    </w:p>
    <w:p w:rsidR="002979DB" w:rsidRPr="009018B2" w:rsidRDefault="00C11323" w:rsidP="009018B2">
      <w:pPr>
        <w:autoSpaceDE w:val="0"/>
        <w:autoSpaceDN w:val="0"/>
        <w:adjustRightInd w:val="0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</w:rPr>
        <w:t xml:space="preserve">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64"/>
        <w:gridCol w:w="4565"/>
      </w:tblGrid>
      <w:tr w:rsidR="009018B2" w:rsidTr="009018B2">
        <w:tc>
          <w:tcPr>
            <w:tcW w:w="4564" w:type="dxa"/>
          </w:tcPr>
          <w:p w:rsidR="009018B2" w:rsidRPr="009018B2" w:rsidRDefault="009018B2" w:rsidP="009018B2">
            <w:pPr>
              <w:pStyle w:val="Title"/>
              <w:spacing w:line="276" w:lineRule="auto"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 w:rsidRPr="009018B2">
              <w:rPr>
                <w:rFonts w:ascii="Arial" w:hAnsi="Arial"/>
                <w:sz w:val="22"/>
                <w:szCs w:val="22"/>
              </w:rPr>
              <w:t>Trainer/Speaker:</w:t>
            </w:r>
            <w:r w:rsidRPr="009018B2">
              <w:rPr>
                <w:rFonts w:ascii="Arial" w:hAnsi="Arial"/>
                <w:b w:val="0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 w:val="0"/>
                <w:sz w:val="22"/>
                <w:szCs w:val="22"/>
              </w:rPr>
              <w:t xml:space="preserve"> Dennis Shasha</w:t>
            </w:r>
          </w:p>
        </w:tc>
        <w:tc>
          <w:tcPr>
            <w:tcW w:w="4565" w:type="dxa"/>
          </w:tcPr>
          <w:p w:rsidR="009018B2" w:rsidRPr="009018B2" w:rsidRDefault="009018B2" w:rsidP="000C6E63">
            <w:pPr>
              <w:pStyle w:val="Title"/>
              <w:spacing w:line="276" w:lineRule="auto"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 w:rsidRPr="009018B2">
              <w:rPr>
                <w:rFonts w:ascii="Arial" w:hAnsi="Arial"/>
                <w:sz w:val="22"/>
                <w:szCs w:val="22"/>
              </w:rPr>
              <w:t>First Class Date:</w:t>
            </w:r>
            <w:r w:rsidRPr="009018B2">
              <w:rPr>
                <w:rFonts w:ascii="Arial" w:hAnsi="Arial"/>
                <w:b w:val="0"/>
                <w:sz w:val="22"/>
                <w:szCs w:val="22"/>
              </w:rPr>
              <w:t xml:space="preserve">  </w:t>
            </w:r>
            <w:sdt>
              <w:sdtPr>
                <w:rPr>
                  <w:rFonts w:ascii="Arial" w:hAnsi="Arial"/>
                  <w:b w:val="0"/>
                  <w:i/>
                  <w:color w:val="548DD4" w:themeColor="text2" w:themeTint="99"/>
                  <w:szCs w:val="20"/>
                </w:rPr>
                <w:id w:val="803727166"/>
                <w:placeholder>
                  <w:docPart w:val="255700CFC7744CB3BDC2B208B57CFDEC"/>
                </w:placeholder>
                <w:date w:fullDate="2011-07-18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 w:rsidR="00A61326">
                  <w:rPr>
                    <w:rFonts w:ascii="Arial" w:hAnsi="Arial"/>
                    <w:b w:val="0"/>
                    <w:i/>
                    <w:color w:val="548DD4" w:themeColor="text2" w:themeTint="99"/>
                    <w:szCs w:val="20"/>
                  </w:rPr>
                  <w:t>7/18/2011</w:t>
                </w:r>
              </w:sdtContent>
            </w:sdt>
          </w:p>
        </w:tc>
      </w:tr>
      <w:tr w:rsidR="009018B2" w:rsidTr="009018B2">
        <w:tc>
          <w:tcPr>
            <w:tcW w:w="4564" w:type="dxa"/>
          </w:tcPr>
          <w:p w:rsidR="009018B2" w:rsidRPr="009018B2" w:rsidRDefault="009018B2" w:rsidP="00A61326">
            <w:pPr>
              <w:pStyle w:val="Title"/>
              <w:spacing w:line="276" w:lineRule="auto"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 w:rsidRPr="009018B2">
              <w:rPr>
                <w:rFonts w:ascii="Arial" w:hAnsi="Arial"/>
                <w:sz w:val="22"/>
                <w:szCs w:val="22"/>
              </w:rPr>
              <w:t>Your Name:</w:t>
            </w:r>
            <w:r>
              <w:rPr>
                <w:rFonts w:ascii="Arial" w:hAnsi="Arial"/>
                <w:sz w:val="22"/>
                <w:szCs w:val="22"/>
              </w:rPr>
              <w:t xml:space="preserve">         </w:t>
            </w:r>
            <w:r w:rsidRPr="009018B2">
              <w:rPr>
                <w:rFonts w:ascii="Arial" w:hAnsi="Arial"/>
                <w:b w:val="0"/>
                <w:sz w:val="22"/>
                <w:szCs w:val="22"/>
              </w:rPr>
              <w:t xml:space="preserve"> </w:t>
            </w:r>
            <w:sdt>
              <w:sdtPr>
                <w:rPr>
                  <w:b w:val="0"/>
                  <w:sz w:val="22"/>
                  <w:szCs w:val="22"/>
                </w:rPr>
                <w:id w:val="803727222"/>
                <w:placeholder>
                  <w:docPart w:val="5F7B00DB3BA44CB69F04FDD593AC1AE2"/>
                </w:placeholder>
              </w:sdtPr>
              <w:sdtContent>
                <w:r w:rsidR="00A61326">
                  <w:rPr>
                    <w:rFonts w:ascii="Arial" w:hAnsi="Arial" w:cs="Arial"/>
                    <w:b w:val="0"/>
                    <w:i/>
                    <w:color w:val="548DD4" w:themeColor="text2" w:themeTint="99"/>
                    <w:szCs w:val="20"/>
                  </w:rPr>
                  <w:t>Leo Esterlis</w:t>
                </w:r>
              </w:sdtContent>
            </w:sdt>
            <w:r w:rsidRPr="009018B2">
              <w:rPr>
                <w:rFonts w:ascii="Arial" w:hAnsi="Arial"/>
                <w:b w:val="0"/>
                <w:sz w:val="22"/>
                <w:szCs w:val="22"/>
              </w:rPr>
              <w:tab/>
            </w:r>
            <w:r w:rsidRPr="009018B2">
              <w:rPr>
                <w:rFonts w:ascii="Arial" w:hAnsi="Arial"/>
                <w:b w:val="0"/>
                <w:sz w:val="22"/>
                <w:szCs w:val="22"/>
              </w:rPr>
              <w:tab/>
            </w:r>
          </w:p>
        </w:tc>
        <w:tc>
          <w:tcPr>
            <w:tcW w:w="4565" w:type="dxa"/>
          </w:tcPr>
          <w:p w:rsidR="009018B2" w:rsidRPr="009018B2" w:rsidRDefault="009018B2" w:rsidP="009018B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Course Name</w:t>
            </w:r>
            <w:r w:rsidRPr="009018B2">
              <w:rPr>
                <w:rFonts w:ascii="Arial" w:hAnsi="Arial"/>
                <w:b/>
                <w:sz w:val="22"/>
                <w:szCs w:val="22"/>
              </w:rPr>
              <w:t>:</w:t>
            </w:r>
            <w:r w:rsidRPr="009018B2">
              <w:rPr>
                <w:rFonts w:ascii="Arial" w:hAnsi="Arial"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sz w:val="22"/>
                <w:szCs w:val="22"/>
              </w:rPr>
              <w:t xml:space="preserve">  </w:t>
            </w:r>
            <w:r w:rsidRPr="009018B2">
              <w:rPr>
                <w:rFonts w:ascii="Arial" w:hAnsi="Arial"/>
                <w:sz w:val="22"/>
                <w:szCs w:val="22"/>
              </w:rPr>
              <w:t xml:space="preserve">  q for Smarties</w:t>
            </w:r>
            <w:r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tab/>
            </w:r>
          </w:p>
        </w:tc>
      </w:tr>
    </w:tbl>
    <w:p w:rsidR="009018B2" w:rsidRPr="00A229FE" w:rsidRDefault="009018B2">
      <w:pPr>
        <w:pStyle w:val="Title"/>
        <w:jc w:val="left"/>
        <w:rPr>
          <w:rFonts w:ascii="Arial" w:hAnsi="Arial"/>
          <w:sz w:val="22"/>
          <w:szCs w:val="22"/>
        </w:rPr>
      </w:pPr>
    </w:p>
    <w:p w:rsidR="009018B2" w:rsidRDefault="00F34BDF" w:rsidP="009018B2">
      <w:pPr>
        <w:pStyle w:val="Title"/>
        <w:jc w:val="left"/>
        <w:rPr>
          <w:sz w:val="16"/>
          <w:szCs w:val="16"/>
        </w:rPr>
      </w:pPr>
      <w:r>
        <w:rPr>
          <w:rFonts w:ascii="Arial" w:hAnsi="Arial"/>
          <w:sz w:val="28"/>
          <w:szCs w:val="28"/>
        </w:rPr>
        <w:t>Course Content:</w:t>
      </w:r>
      <w:r w:rsidR="002979DB" w:rsidRPr="002979DB">
        <w:rPr>
          <w:sz w:val="16"/>
          <w:szCs w:val="16"/>
        </w:rPr>
        <w:t xml:space="preserve"> </w:t>
      </w:r>
    </w:p>
    <w:p w:rsidR="009018B2" w:rsidRPr="009018B2" w:rsidRDefault="009018B2" w:rsidP="009018B2">
      <w:pPr>
        <w:pStyle w:val="Title"/>
        <w:jc w:val="left"/>
        <w:rPr>
          <w:rFonts w:ascii="Arial" w:hAnsi="Arial"/>
          <w:sz w:val="12"/>
          <w:szCs w:val="12"/>
        </w:rPr>
      </w:pPr>
    </w:p>
    <w:p w:rsidR="00C11323" w:rsidRPr="00F34BDF" w:rsidRDefault="00F34BDF" w:rsidP="00F34BDF">
      <w:pPr>
        <w:autoSpaceDE w:val="0"/>
        <w:autoSpaceDN w:val="0"/>
        <w:adjustRightInd w:val="0"/>
        <w:spacing w:after="12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Please rate each statement below: </w:t>
      </w:r>
    </w:p>
    <w:p w:rsidR="00F34BDF" w:rsidRDefault="00F34BDF" w:rsidP="00F34BDF">
      <w:pPr>
        <w:numPr>
          <w:ilvl w:val="0"/>
          <w:numId w:val="18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Agree </w:t>
      </w:r>
    </w:p>
    <w:p w:rsidR="00F34BDF" w:rsidRDefault="00F34BDF" w:rsidP="00F34BDF">
      <w:pPr>
        <w:numPr>
          <w:ilvl w:val="0"/>
          <w:numId w:val="18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Disagree</w:t>
      </w:r>
      <w:r w:rsidR="00354E57" w:rsidRPr="00354E57">
        <w:rPr>
          <w:rFonts w:ascii="Arial" w:hAnsi="Arial"/>
          <w:sz w:val="20"/>
        </w:rPr>
        <w:t xml:space="preserve"> </w:t>
      </w:r>
    </w:p>
    <w:p w:rsidR="00F34BDF" w:rsidRDefault="00F34BDF" w:rsidP="00F34BDF">
      <w:pPr>
        <w:numPr>
          <w:ilvl w:val="0"/>
          <w:numId w:val="18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n/a</w:t>
      </w:r>
    </w:p>
    <w:p w:rsidR="00061926" w:rsidRDefault="00061926" w:rsidP="00C11323">
      <w:pPr>
        <w:pStyle w:val="Title"/>
        <w:jc w:val="left"/>
      </w:pPr>
    </w:p>
    <w:tbl>
      <w:tblPr>
        <w:tblW w:w="936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60"/>
        <w:gridCol w:w="1800"/>
      </w:tblGrid>
      <w:tr w:rsidR="000A4FC7" w:rsidTr="002979DB">
        <w:trPr>
          <w:trHeight w:val="422"/>
        </w:trPr>
        <w:tc>
          <w:tcPr>
            <w:tcW w:w="7560" w:type="dxa"/>
            <w:shd w:val="clear" w:color="auto" w:fill="D9D9D9" w:themeFill="background1" w:themeFillShade="D9"/>
          </w:tcPr>
          <w:p w:rsidR="000A4FC7" w:rsidRDefault="00F34BDF" w:rsidP="000A4FC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Content / Relevancy</w:t>
            </w:r>
          </w:p>
        </w:tc>
        <w:tc>
          <w:tcPr>
            <w:tcW w:w="1800" w:type="dxa"/>
          </w:tcPr>
          <w:p w:rsidR="000A4FC7" w:rsidRDefault="000A4FC7" w:rsidP="000A4FC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</w:tr>
      <w:tr w:rsidR="000A4FC7" w:rsidTr="00343E81">
        <w:tc>
          <w:tcPr>
            <w:tcW w:w="7560" w:type="dxa"/>
          </w:tcPr>
          <w:p w:rsidR="000A4FC7" w:rsidRDefault="002979DB" w:rsidP="000A4FC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The course met my expectations.</w:t>
            </w:r>
          </w:p>
        </w:tc>
        <w:tc>
          <w:tcPr>
            <w:tcW w:w="1800" w:type="dxa"/>
            <w:vAlign w:val="center"/>
          </w:tcPr>
          <w:p w:rsidR="000A4FC7" w:rsidRPr="00B3152A" w:rsidRDefault="001B7C89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sdt>
              <w:sdtPr>
                <w:rPr>
                  <w:i/>
                  <w:color w:val="548DD4" w:themeColor="text2" w:themeTint="99"/>
                  <w:sz w:val="20"/>
                  <w:szCs w:val="20"/>
                </w:rPr>
                <w:tag w:val="expectations"/>
                <w:id w:val="803727057"/>
                <w:placeholder>
                  <w:docPart w:val="6BCC13FC80184FDE814F63CE49AF9585"/>
                </w:placeholder>
                <w:dropDownList>
                  <w:listItem w:displayText="Click to Select" w:value=" "/>
                  <w:listItem w:displayText="Agree" w:value="Agree"/>
                  <w:listItem w:displayText="Disagree" w:value="Disagree"/>
                  <w:listItem w:displayText="n/a" w:value="n/a"/>
                </w:dropDownList>
              </w:sdtPr>
              <w:sdtContent>
                <w:r w:rsidR="00A61326">
                  <w:rPr>
                    <w:i/>
                    <w:color w:val="548DD4" w:themeColor="text2" w:themeTint="99"/>
                    <w:sz w:val="20"/>
                    <w:szCs w:val="20"/>
                  </w:rPr>
                  <w:t>Agree</w:t>
                </w:r>
              </w:sdtContent>
            </w:sdt>
          </w:p>
        </w:tc>
      </w:tr>
      <w:tr w:rsidR="000A4FC7" w:rsidTr="00343E81">
        <w:tc>
          <w:tcPr>
            <w:tcW w:w="7560" w:type="dxa"/>
          </w:tcPr>
          <w:p w:rsidR="000A4FC7" w:rsidRDefault="002979DB" w:rsidP="000A4FC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The amount of material presented in the course was appropriate.</w:t>
            </w:r>
          </w:p>
        </w:tc>
        <w:tc>
          <w:tcPr>
            <w:tcW w:w="1800" w:type="dxa"/>
            <w:vAlign w:val="center"/>
          </w:tcPr>
          <w:p w:rsidR="000A4FC7" w:rsidRPr="00B3152A" w:rsidRDefault="001B7C89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sdt>
              <w:sdtPr>
                <w:rPr>
                  <w:i/>
                  <w:color w:val="548DD4" w:themeColor="text2" w:themeTint="99"/>
                  <w:sz w:val="20"/>
                  <w:szCs w:val="20"/>
                </w:rPr>
                <w:tag w:val="expectations"/>
                <w:id w:val="803727363"/>
                <w:placeholder>
                  <w:docPart w:val="CC9DE39C92964F3597B9B0878BBB646E"/>
                </w:placeholder>
                <w:dropDownList>
                  <w:listItem w:displayText="Click to Select" w:value=" "/>
                  <w:listItem w:displayText="Agree" w:value="Agree"/>
                  <w:listItem w:displayText="Disagree" w:value="Disagree"/>
                  <w:listItem w:displayText="n/a" w:value="n/a"/>
                </w:dropDownList>
              </w:sdtPr>
              <w:sdtContent>
                <w:r w:rsidR="00A61326">
                  <w:rPr>
                    <w:i/>
                    <w:color w:val="548DD4" w:themeColor="text2" w:themeTint="99"/>
                    <w:sz w:val="20"/>
                    <w:szCs w:val="20"/>
                  </w:rPr>
                  <w:t>Agree</w:t>
                </w:r>
              </w:sdtContent>
            </w:sdt>
          </w:p>
        </w:tc>
      </w:tr>
      <w:tr w:rsidR="002979DB" w:rsidTr="00343E81">
        <w:tc>
          <w:tcPr>
            <w:tcW w:w="7560" w:type="dxa"/>
          </w:tcPr>
          <w:p w:rsidR="002979DB" w:rsidRPr="006A67CC" w:rsidRDefault="002979DB" w:rsidP="000A4FC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 w:rsidRPr="006A67CC">
              <w:rPr>
                <w:rFonts w:ascii="Arial" w:hAnsi="Arial"/>
                <w:sz w:val="20"/>
              </w:rPr>
              <w:t>The course will make a difference in the way I do my job.</w:t>
            </w:r>
          </w:p>
        </w:tc>
        <w:tc>
          <w:tcPr>
            <w:tcW w:w="1800" w:type="dxa"/>
            <w:vAlign w:val="center"/>
          </w:tcPr>
          <w:p w:rsidR="002979DB" w:rsidRPr="00B3152A" w:rsidRDefault="001B7C89" w:rsidP="00343E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i/>
                  <w:color w:val="548DD4" w:themeColor="text2" w:themeTint="99"/>
                  <w:sz w:val="20"/>
                  <w:szCs w:val="20"/>
                </w:rPr>
                <w:tag w:val="expectations"/>
                <w:id w:val="803727364"/>
                <w:placeholder>
                  <w:docPart w:val="E01AB73681484086BC6FB2132462E9E3"/>
                </w:placeholder>
                <w:dropDownList>
                  <w:listItem w:displayText="Click to Select" w:value=" "/>
                  <w:listItem w:displayText="Agree" w:value="Agree"/>
                  <w:listItem w:displayText="Disagree" w:value="Disagree"/>
                  <w:listItem w:displayText="n/a" w:value="n/a"/>
                </w:dropDownList>
              </w:sdtPr>
              <w:sdtContent>
                <w:r w:rsidR="00A61326">
                  <w:rPr>
                    <w:i/>
                    <w:color w:val="548DD4" w:themeColor="text2" w:themeTint="99"/>
                    <w:sz w:val="20"/>
                    <w:szCs w:val="20"/>
                  </w:rPr>
                  <w:t>Agree</w:t>
                </w:r>
              </w:sdtContent>
            </w:sdt>
          </w:p>
        </w:tc>
      </w:tr>
    </w:tbl>
    <w:p w:rsidR="006A67CC" w:rsidRDefault="00D44143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ab/>
      </w:r>
    </w:p>
    <w:p w:rsidR="00C35EF5" w:rsidRDefault="00C35EF5" w:rsidP="006A67CC">
      <w:pPr>
        <w:pStyle w:val="Title"/>
        <w:jc w:val="left"/>
      </w:pPr>
    </w:p>
    <w:p w:rsidR="00D44143" w:rsidRPr="006A67CC" w:rsidRDefault="00D44143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t>What are the three most important things you learned during the course?</w:t>
      </w:r>
    </w:p>
    <w:p w:rsidR="00D44143" w:rsidRDefault="00D44143" w:rsidP="00D44143"/>
    <w:p w:rsidR="00D44143" w:rsidRPr="00F06993" w:rsidRDefault="001B7C89" w:rsidP="00F06993">
      <w:pPr>
        <w:pStyle w:val="ListParagraph"/>
        <w:numPr>
          <w:ilvl w:val="0"/>
          <w:numId w:val="25"/>
        </w:numPr>
        <w:rPr>
          <w:sz w:val="24"/>
          <w:szCs w:val="24"/>
        </w:rPr>
      </w:pPr>
      <w:sdt>
        <w:sdtPr>
          <w:rPr>
            <w:sz w:val="24"/>
            <w:szCs w:val="24"/>
          </w:rPr>
          <w:id w:val="803727421"/>
          <w:placeholder>
            <w:docPart w:val="B7BA0B9E3AD14134AEF898F7F07346F0"/>
          </w:placeholder>
        </w:sdtPr>
        <w:sdtEndPr>
          <w:rPr>
            <w:color w:val="548DD4" w:themeColor="text2" w:themeTint="99"/>
          </w:rPr>
        </w:sdtEndPr>
        <w:sdtContent>
          <w:r w:rsidR="00A61326">
            <w:rPr>
              <w:sz w:val="24"/>
              <w:szCs w:val="24"/>
            </w:rPr>
            <w:t>Table creation and querying</w:t>
          </w:r>
        </w:sdtContent>
      </w:sdt>
      <w:r w:rsidR="009018B2" w:rsidRPr="00F06993">
        <w:rPr>
          <w:sz w:val="24"/>
          <w:szCs w:val="24"/>
        </w:rPr>
        <w:tab/>
      </w:r>
      <w:r w:rsidR="009018B2" w:rsidRPr="00F06993">
        <w:rPr>
          <w:sz w:val="24"/>
          <w:szCs w:val="24"/>
        </w:rPr>
        <w:tab/>
      </w:r>
    </w:p>
    <w:sdt>
      <w:sdtPr>
        <w:rPr>
          <w:sz w:val="24"/>
          <w:szCs w:val="24"/>
        </w:rPr>
        <w:id w:val="803727187"/>
        <w:placeholder>
          <w:docPart w:val="A8F59F604BDC41A3BB5E43CFA870F4F4"/>
        </w:placeholder>
      </w:sdtPr>
      <w:sdtContent>
        <w:p w:rsidR="00A229FE" w:rsidRPr="009018B2" w:rsidRDefault="00A61326" w:rsidP="00A229FE">
          <w:pPr>
            <w:pStyle w:val="ListParagraph"/>
            <w:numPr>
              <w:ilvl w:val="0"/>
              <w:numId w:val="25"/>
            </w:numPr>
            <w:rPr>
              <w:sz w:val="24"/>
              <w:szCs w:val="24"/>
            </w:rPr>
          </w:pPr>
          <w:r>
            <w:rPr>
              <w:sz w:val="24"/>
              <w:szCs w:val="24"/>
            </w:rPr>
            <w:t>Fast computation of data handling</w:t>
          </w:r>
        </w:p>
      </w:sdtContent>
    </w:sdt>
    <w:sdt>
      <w:sdtPr>
        <w:rPr>
          <w:color w:val="808080"/>
          <w:sz w:val="24"/>
          <w:szCs w:val="24"/>
        </w:rPr>
        <w:id w:val="803727188"/>
        <w:placeholder>
          <w:docPart w:val="7C70D27A036A4266B652B0C7DD1FC5FB"/>
        </w:placeholder>
      </w:sdtPr>
      <w:sdtEndPr>
        <w:rPr>
          <w:i/>
          <w:sz w:val="22"/>
          <w:szCs w:val="22"/>
        </w:rPr>
      </w:sdtEndPr>
      <w:sdtContent>
        <w:p w:rsidR="00A229FE" w:rsidRPr="00F06993" w:rsidRDefault="00A61326" w:rsidP="00A229FE">
          <w:pPr>
            <w:pStyle w:val="ListParagraph"/>
            <w:numPr>
              <w:ilvl w:val="0"/>
              <w:numId w:val="25"/>
            </w:numPr>
            <w:spacing w:after="0" w:line="240" w:lineRule="auto"/>
            <w:rPr>
              <w:i/>
            </w:rPr>
          </w:pPr>
          <w:r>
            <w:rPr>
              <w:color w:val="808080"/>
              <w:sz w:val="24"/>
              <w:szCs w:val="24"/>
            </w:rPr>
            <w:t>Server/Host connections and communications</w:t>
          </w:r>
        </w:p>
      </w:sdtContent>
    </w:sdt>
    <w:p w:rsidR="00D44143" w:rsidRPr="00F06993" w:rsidRDefault="00D44143" w:rsidP="00D44143">
      <w:pPr>
        <w:rPr>
          <w:i/>
        </w:rPr>
      </w:pPr>
    </w:p>
    <w:p w:rsidR="00C35EF5" w:rsidRDefault="00C35EF5" w:rsidP="006A67CC">
      <w:pPr>
        <w:pStyle w:val="Title"/>
        <w:jc w:val="left"/>
      </w:pPr>
    </w:p>
    <w:p w:rsidR="006A67CC" w:rsidRPr="006A67CC" w:rsidRDefault="00061926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t xml:space="preserve">What aspect </w:t>
      </w:r>
      <w:r w:rsidR="006A67CC">
        <w:t>of the course did you like most?</w:t>
      </w:r>
    </w:p>
    <w:p w:rsidR="00C35EF5" w:rsidRPr="00C35EF5" w:rsidRDefault="00C35EF5" w:rsidP="00C35EF5">
      <w:pPr>
        <w:rPr>
          <w:u w:val="single"/>
        </w:rPr>
      </w:pPr>
    </w:p>
    <w:sdt>
      <w:sdtPr>
        <w:rPr>
          <w:sz w:val="24"/>
          <w:szCs w:val="24"/>
          <w:u w:val="single"/>
        </w:rPr>
        <w:id w:val="803727233"/>
        <w:placeholder>
          <w:docPart w:val="B0F5930303C3488A9CB924861FBF7D5B"/>
        </w:placeholder>
      </w:sdtPr>
      <w:sdtContent>
        <w:p w:rsidR="00C35EF5" w:rsidRPr="00C35EF5" w:rsidRDefault="00A61326" w:rsidP="00C35EF5">
          <w:pPr>
            <w:pStyle w:val="ListParagraph"/>
            <w:numPr>
              <w:ilvl w:val="0"/>
              <w:numId w:val="31"/>
            </w:numPr>
            <w:spacing w:after="0" w:line="240" w:lineRule="auto"/>
            <w:rPr>
              <w:rFonts w:ascii="Verdana" w:eastAsia="Times New Roman" w:hAnsi="Verdana" w:cs="Times New Roman"/>
              <w:sz w:val="24"/>
              <w:szCs w:val="24"/>
              <w:u w:val="single"/>
              <w:lang w:val="en-GB"/>
            </w:rPr>
          </w:pPr>
          <w:r>
            <w:rPr>
              <w:sz w:val="24"/>
              <w:szCs w:val="24"/>
              <w:u w:val="single"/>
            </w:rPr>
            <w:t>Hands on exercises</w:t>
          </w:r>
        </w:p>
      </w:sdtContent>
    </w:sdt>
    <w:p w:rsidR="00C11323" w:rsidRPr="00C35EF5" w:rsidRDefault="00C35EF5" w:rsidP="00C35EF5">
      <w:pPr>
        <w:ind w:left="360"/>
        <w:rPr>
          <w:rFonts w:ascii="Arial" w:hAnsi="Arial"/>
          <w:sz w:val="24"/>
        </w:rPr>
      </w:pPr>
      <w:r>
        <w:t xml:space="preserve">  </w:t>
      </w:r>
      <w:r w:rsidR="006A67CC" w:rsidRPr="00C35EF5">
        <w:tab/>
      </w:r>
      <w:r w:rsidR="006A67CC" w:rsidRPr="00C35EF5">
        <w:tab/>
      </w:r>
      <w:r w:rsidR="006A67CC" w:rsidRPr="00C35EF5">
        <w:tab/>
      </w:r>
      <w:r w:rsidR="006A67CC" w:rsidRPr="00C35EF5">
        <w:tab/>
      </w:r>
      <w:r w:rsidR="006A67CC" w:rsidRPr="00C35EF5">
        <w:tab/>
      </w:r>
      <w:r w:rsidR="006A67CC" w:rsidRPr="00C35EF5">
        <w:tab/>
      </w:r>
      <w:r w:rsidR="006A67CC" w:rsidRPr="00C35EF5">
        <w:tab/>
      </w:r>
      <w:r w:rsidR="006A67CC" w:rsidRPr="00C35EF5">
        <w:tab/>
        <w:t xml:space="preserve"> </w:t>
      </w:r>
      <w:r w:rsidR="00061926" w:rsidRPr="00C35EF5">
        <w:tab/>
      </w:r>
    </w:p>
    <w:p w:rsidR="00C35EF5" w:rsidRDefault="00C35EF5" w:rsidP="006A67CC">
      <w:pPr>
        <w:pStyle w:val="Title"/>
        <w:jc w:val="left"/>
      </w:pPr>
    </w:p>
    <w:p w:rsidR="006A67CC" w:rsidRPr="006A67CC" w:rsidRDefault="006A67CC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t>What aspect of the course would you change?</w:t>
      </w:r>
    </w:p>
    <w:p w:rsidR="006A67CC" w:rsidRDefault="006A67CC" w:rsidP="006A67CC"/>
    <w:sdt>
      <w:sdtPr>
        <w:rPr>
          <w:sz w:val="24"/>
          <w:szCs w:val="24"/>
          <w:u w:val="single"/>
        </w:rPr>
        <w:id w:val="803727240"/>
        <w:placeholder>
          <w:docPart w:val="C04B9358713A441CABC41F67A461CE87"/>
        </w:placeholder>
      </w:sdtPr>
      <w:sdtContent>
        <w:p w:rsidR="00C35EF5" w:rsidRPr="00C35EF5" w:rsidRDefault="00A61326" w:rsidP="00C35EF5">
          <w:pPr>
            <w:pStyle w:val="ListParagraph"/>
            <w:numPr>
              <w:ilvl w:val="0"/>
              <w:numId w:val="31"/>
            </w:numPr>
            <w:spacing w:after="0" w:line="240" w:lineRule="auto"/>
            <w:rPr>
              <w:rFonts w:ascii="Verdana" w:eastAsia="Times New Roman" w:hAnsi="Verdana" w:cs="Times New Roman"/>
              <w:sz w:val="24"/>
              <w:szCs w:val="24"/>
              <w:u w:val="single"/>
              <w:lang w:val="en-GB"/>
            </w:rPr>
          </w:pPr>
          <w:r>
            <w:rPr>
              <w:sz w:val="24"/>
              <w:szCs w:val="24"/>
              <w:u w:val="single"/>
            </w:rPr>
            <w:t>Same amount of course materials spread out onto a few more days.  Giving more time to memorize/learn the syntax of the code</w:t>
          </w:r>
        </w:p>
      </w:sdtContent>
    </w:sdt>
    <w:p w:rsidR="006A67CC" w:rsidRDefault="006A67CC" w:rsidP="00C35EF5">
      <w:pPr>
        <w:ind w:left="360"/>
      </w:pPr>
    </w:p>
    <w:p w:rsidR="00061926" w:rsidRDefault="00061926" w:rsidP="00C11323">
      <w:pPr>
        <w:pStyle w:val="Title"/>
        <w:jc w:val="left"/>
      </w:pPr>
    </w:p>
    <w:p w:rsidR="00686EB4" w:rsidRDefault="00061926" w:rsidP="00C11323">
      <w:pPr>
        <w:pStyle w:val="Title"/>
        <w:jc w:val="left"/>
      </w:pPr>
      <w:r w:rsidRPr="00061926">
        <w:t>Comments</w:t>
      </w:r>
      <w:r>
        <w:t xml:space="preserve"> on Course Content/Relevancy</w:t>
      </w:r>
      <w:r w:rsidRPr="00061926">
        <w:t>:</w:t>
      </w:r>
    </w:p>
    <w:p w:rsidR="00C35EF5" w:rsidRDefault="00C35EF5" w:rsidP="00C11323">
      <w:pPr>
        <w:pStyle w:val="Title"/>
        <w:jc w:val="left"/>
        <w:rPr>
          <w:b w:val="0"/>
        </w:rPr>
      </w:pPr>
    </w:p>
    <w:sdt>
      <w:sdtPr>
        <w:rPr>
          <w:sz w:val="24"/>
          <w:szCs w:val="24"/>
          <w:u w:val="single"/>
        </w:rPr>
        <w:id w:val="803727244"/>
        <w:placeholder>
          <w:docPart w:val="762603ABCAE54E60912BDC7AB0E69882"/>
        </w:placeholder>
      </w:sdtPr>
      <w:sdtContent>
        <w:p w:rsidR="00C35EF5" w:rsidRPr="00C35EF5" w:rsidRDefault="00A61326" w:rsidP="00C35EF5">
          <w:pPr>
            <w:pStyle w:val="ListParagraph"/>
            <w:numPr>
              <w:ilvl w:val="0"/>
              <w:numId w:val="31"/>
            </w:numPr>
            <w:spacing w:after="0" w:line="240" w:lineRule="auto"/>
            <w:rPr>
              <w:rFonts w:ascii="Verdana" w:eastAsia="Times New Roman" w:hAnsi="Verdana" w:cs="Times New Roman"/>
              <w:sz w:val="24"/>
              <w:szCs w:val="24"/>
              <w:u w:val="single"/>
              <w:lang w:val="en-GB"/>
            </w:rPr>
          </w:pPr>
          <w:r>
            <w:rPr>
              <w:sz w:val="24"/>
              <w:szCs w:val="24"/>
              <w:u w:val="single"/>
            </w:rPr>
            <w:t>Great course.  Really enjoyed it</w:t>
          </w:r>
        </w:p>
      </w:sdtContent>
    </w:sdt>
    <w:p w:rsidR="00C35EF5" w:rsidRDefault="00C35EF5">
      <w:pPr>
        <w:rPr>
          <w:rFonts w:ascii="Arial" w:hAnsi="Arial"/>
          <w:sz w:val="28"/>
          <w:szCs w:val="28"/>
        </w:rPr>
      </w:pPr>
    </w:p>
    <w:p w:rsidR="00C35EF5" w:rsidRDefault="00C35EF5">
      <w:pPr>
        <w:rPr>
          <w:rFonts w:ascii="Arial" w:hAnsi="Arial"/>
          <w:sz w:val="28"/>
          <w:szCs w:val="28"/>
        </w:rPr>
      </w:pPr>
    </w:p>
    <w:p w:rsidR="00C35EF5" w:rsidRDefault="00C35EF5">
      <w:pPr>
        <w:rPr>
          <w:rFonts w:ascii="Arial" w:hAnsi="Arial"/>
          <w:b/>
          <w:bCs/>
          <w:sz w:val="28"/>
          <w:szCs w:val="28"/>
          <w:lang w:val="en-US"/>
        </w:rPr>
      </w:pPr>
      <w:r>
        <w:rPr>
          <w:rFonts w:ascii="Arial" w:hAnsi="Arial"/>
          <w:sz w:val="28"/>
          <w:szCs w:val="28"/>
        </w:rPr>
        <w:br w:type="page"/>
      </w:r>
    </w:p>
    <w:p w:rsidR="00C35EF5" w:rsidRDefault="00C35EF5" w:rsidP="00C11323">
      <w:pPr>
        <w:pStyle w:val="Title"/>
        <w:jc w:val="left"/>
        <w:rPr>
          <w:rFonts w:ascii="Arial" w:hAnsi="Arial"/>
          <w:sz w:val="28"/>
          <w:szCs w:val="28"/>
        </w:rPr>
      </w:pPr>
    </w:p>
    <w:p w:rsidR="00686EB4" w:rsidRPr="00C11323" w:rsidRDefault="00C35EF5" w:rsidP="00C11323">
      <w:pPr>
        <w:pStyle w:val="Title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</w:t>
      </w:r>
      <w:r w:rsidR="00A7064C" w:rsidRPr="00C11323">
        <w:rPr>
          <w:rFonts w:ascii="Arial" w:hAnsi="Arial"/>
          <w:sz w:val="28"/>
          <w:szCs w:val="28"/>
        </w:rPr>
        <w:t>rainer’s Skills:</w:t>
      </w:r>
    </w:p>
    <w:p w:rsidR="00A7064C" w:rsidRDefault="00A7064C" w:rsidP="00A7064C">
      <w:pPr>
        <w:autoSpaceDE w:val="0"/>
        <w:autoSpaceDN w:val="0"/>
        <w:adjustRightInd w:val="0"/>
        <w:spacing w:after="12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Please summarize trainer’s demonstrated knowledge/skills using the rating system below:</w:t>
      </w:r>
    </w:p>
    <w:p w:rsidR="00A7064C" w:rsidRDefault="00A7064C" w:rsidP="00061926">
      <w:pPr>
        <w:numPr>
          <w:ilvl w:val="0"/>
          <w:numId w:val="33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Trainer shows strength in this area</w:t>
      </w:r>
    </w:p>
    <w:p w:rsidR="00A7064C" w:rsidRDefault="00A7064C" w:rsidP="00061926">
      <w:pPr>
        <w:numPr>
          <w:ilvl w:val="0"/>
          <w:numId w:val="33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Trainer demonstrates some ability in this area</w:t>
      </w:r>
      <w:r w:rsidR="002E76B9">
        <w:rPr>
          <w:rFonts w:ascii="Arial" w:hAnsi="Arial"/>
          <w:sz w:val="20"/>
        </w:rPr>
        <w:tab/>
      </w:r>
      <w:r w:rsidR="002E76B9">
        <w:rPr>
          <w:rFonts w:ascii="Arial" w:hAnsi="Arial"/>
          <w:sz w:val="20"/>
        </w:rPr>
        <w:tab/>
      </w:r>
      <w:r w:rsidR="002E76B9">
        <w:rPr>
          <w:rFonts w:ascii="Arial" w:hAnsi="Arial"/>
          <w:sz w:val="20"/>
        </w:rPr>
        <w:tab/>
      </w:r>
    </w:p>
    <w:p w:rsidR="00686EB4" w:rsidRDefault="00A7064C" w:rsidP="00061926">
      <w:pPr>
        <w:numPr>
          <w:ilvl w:val="0"/>
          <w:numId w:val="33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Trainer needs additional support in this area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</w:p>
    <w:p w:rsidR="00A7064C" w:rsidRDefault="00A7064C" w:rsidP="00686EB4">
      <w:pPr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:rsidR="00A7064C" w:rsidRDefault="00A7064C" w:rsidP="00A7064C">
      <w:pPr>
        <w:autoSpaceDE w:val="0"/>
        <w:autoSpaceDN w:val="0"/>
        <w:adjustRightInd w:val="0"/>
        <w:rPr>
          <w:rFonts w:ascii="Arial" w:hAnsi="Arial"/>
          <w:b/>
          <w:sz w:val="20"/>
        </w:rPr>
      </w:pPr>
    </w:p>
    <w:tbl>
      <w:tblPr>
        <w:tblW w:w="0" w:type="auto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0"/>
        <w:gridCol w:w="990"/>
        <w:gridCol w:w="3690"/>
        <w:gridCol w:w="900"/>
      </w:tblGrid>
      <w:tr w:rsidR="00A7064C" w:rsidTr="00686EB4">
        <w:trPr>
          <w:trHeight w:val="422"/>
        </w:trPr>
        <w:tc>
          <w:tcPr>
            <w:tcW w:w="3780" w:type="dxa"/>
            <w:shd w:val="clear" w:color="auto" w:fill="D9D9D9" w:themeFill="background1" w:themeFillShade="D9"/>
          </w:tcPr>
          <w:p w:rsidR="00A7064C" w:rsidRDefault="00A7064C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Delivery</w:t>
            </w:r>
          </w:p>
        </w:tc>
        <w:tc>
          <w:tcPr>
            <w:tcW w:w="990" w:type="dxa"/>
          </w:tcPr>
          <w:p w:rsidR="00A7064C" w:rsidRDefault="00A7064C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  <w:tc>
          <w:tcPr>
            <w:tcW w:w="3690" w:type="dxa"/>
            <w:shd w:val="clear" w:color="auto" w:fill="E0E0E0"/>
          </w:tcPr>
          <w:p w:rsidR="00A7064C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Visual Aids</w:t>
            </w:r>
          </w:p>
        </w:tc>
        <w:tc>
          <w:tcPr>
            <w:tcW w:w="900" w:type="dxa"/>
          </w:tcPr>
          <w:p w:rsidR="00A7064C" w:rsidRDefault="00A7064C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</w:tr>
      <w:tr w:rsidR="00686EB4" w:rsidTr="00343E81">
        <w:tc>
          <w:tcPr>
            <w:tcW w:w="3780" w:type="dxa"/>
          </w:tcPr>
          <w:p w:rsidR="00686EB4" w:rsidRDefault="002E76B9" w:rsidP="002E76B9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Greeting the group warmly.</w:t>
            </w:r>
          </w:p>
        </w:tc>
        <w:sdt>
          <w:sdtPr>
            <w:rPr>
              <w:rFonts w:ascii="Arial" w:hAnsi="Arial"/>
              <w:sz w:val="20"/>
            </w:rPr>
            <w:id w:val="803727400"/>
            <w:placeholder>
              <w:docPart w:val="7977356367564DBE8D6413A33D4B0380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A61326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  <w:tc>
          <w:tcPr>
            <w:tcW w:w="369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Used visual aids.</w:t>
            </w:r>
          </w:p>
        </w:tc>
        <w:sdt>
          <w:sdtPr>
            <w:rPr>
              <w:rFonts w:ascii="Arial" w:hAnsi="Arial"/>
              <w:sz w:val="20"/>
            </w:rPr>
            <w:id w:val="803727443"/>
            <w:placeholder>
              <w:docPart w:val="946387AD9C3143CB84BFF81FF4CBE2B6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A61326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</w:tr>
      <w:tr w:rsidR="00686EB4" w:rsidTr="00343E81"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Used a voice loud and clear enough to hear easily.</w:t>
            </w:r>
          </w:p>
        </w:tc>
        <w:sdt>
          <w:sdtPr>
            <w:rPr>
              <w:rFonts w:ascii="Arial" w:hAnsi="Arial"/>
              <w:sz w:val="20"/>
            </w:rPr>
            <w:id w:val="803727401"/>
            <w:placeholder>
              <w:docPart w:val="A368E21302564850970FB429D54C22B6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A61326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  <w:tc>
          <w:tcPr>
            <w:tcW w:w="369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Made sure materials could be read easily from where I was sitting.</w:t>
            </w:r>
          </w:p>
        </w:tc>
        <w:sdt>
          <w:sdtPr>
            <w:rPr>
              <w:rFonts w:ascii="Arial" w:hAnsi="Arial"/>
              <w:sz w:val="20"/>
            </w:rPr>
            <w:id w:val="803727441"/>
            <w:placeholder>
              <w:docPart w:val="CDD4128804834DCF9F66447075FAEFA9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A61326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</w:tr>
      <w:tr w:rsidR="00686EB4" w:rsidTr="00343E81"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Delivered a talk designed in a logical way from beginning to middle and end,</w:t>
            </w:r>
          </w:p>
        </w:tc>
        <w:sdt>
          <w:sdtPr>
            <w:rPr>
              <w:rFonts w:ascii="Arial" w:hAnsi="Arial"/>
              <w:sz w:val="20"/>
            </w:rPr>
            <w:id w:val="803727086"/>
            <w:placeholder>
              <w:docPart w:val="B2EEE66016F24397BC7CE28710A16CF8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A61326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2</w:t>
                </w:r>
              </w:p>
            </w:tc>
          </w:sdtContent>
        </w:sdt>
        <w:tc>
          <w:tcPr>
            <w:tcW w:w="3690" w:type="dxa"/>
            <w:tcBorders>
              <w:bottom w:val="single" w:sz="4" w:space="0" w:color="auto"/>
            </w:tcBorders>
          </w:tcPr>
          <w:p w:rsidR="00686EB4" w:rsidRDefault="00686EB4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Got the point across in a clear and simple way.</w:t>
            </w:r>
          </w:p>
        </w:tc>
        <w:sdt>
          <w:sdtPr>
            <w:rPr>
              <w:rFonts w:ascii="Arial" w:hAnsi="Arial"/>
              <w:sz w:val="20"/>
            </w:rPr>
            <w:id w:val="803727444"/>
            <w:placeholder>
              <w:docPart w:val="E6136FA4F426465BADF49F2356939F87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A61326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2</w:t>
                </w:r>
              </w:p>
            </w:tc>
          </w:sdtContent>
        </w:sdt>
      </w:tr>
      <w:tr w:rsidR="00686EB4" w:rsidTr="00343E81"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Described clearly what to expect from the course.</w:t>
            </w:r>
          </w:p>
        </w:tc>
        <w:sdt>
          <w:sdtPr>
            <w:rPr>
              <w:rFonts w:ascii="Arial" w:hAnsi="Arial"/>
              <w:sz w:val="20"/>
            </w:rPr>
            <w:id w:val="803727402"/>
            <w:placeholder>
              <w:docPart w:val="0A88620A08F34C67B37FD4A19EBDB13E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A61326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  <w:tc>
          <w:tcPr>
            <w:tcW w:w="3690" w:type="dxa"/>
            <w:shd w:val="clear" w:color="auto" w:fill="auto"/>
          </w:tcPr>
          <w:p w:rsidR="00686EB4" w:rsidRDefault="00686EB4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Talked to the group rather than to the screen or flipchart.</w:t>
            </w:r>
          </w:p>
        </w:tc>
        <w:sdt>
          <w:sdtPr>
            <w:rPr>
              <w:rFonts w:ascii="Arial" w:hAnsi="Arial"/>
              <w:sz w:val="20"/>
            </w:rPr>
            <w:id w:val="803727445"/>
            <w:placeholder>
              <w:docPart w:val="4128DBD237054BAC9BBABCFB4F2D3232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A61326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</w:tr>
      <w:tr w:rsidR="00686EB4" w:rsidTr="00343E81"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Used effective examples and illustrations.</w:t>
            </w:r>
          </w:p>
        </w:tc>
        <w:sdt>
          <w:sdtPr>
            <w:rPr>
              <w:rFonts w:ascii="Arial" w:hAnsi="Arial"/>
              <w:sz w:val="20"/>
            </w:rPr>
            <w:id w:val="803727432"/>
            <w:placeholder>
              <w:docPart w:val="B45D15B1EC9540C2848D8AFF4A8AF3BF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A61326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  <w:tc>
          <w:tcPr>
            <w:tcW w:w="3690" w:type="dxa"/>
          </w:tcPr>
          <w:p w:rsidR="00686EB4" w:rsidRDefault="00686EB4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Used key words rather than sentences</w:t>
            </w:r>
          </w:p>
        </w:tc>
        <w:sdt>
          <w:sdtPr>
            <w:rPr>
              <w:rFonts w:ascii="Arial" w:hAnsi="Arial"/>
              <w:sz w:val="20"/>
            </w:rPr>
            <w:id w:val="803727446"/>
            <w:placeholder>
              <w:docPart w:val="2F8FE79CAD3C44A190F451AE75FAC01B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A61326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2</w:t>
                </w:r>
              </w:p>
            </w:tc>
          </w:sdtContent>
        </w:sdt>
      </w:tr>
      <w:tr w:rsidR="00686EB4" w:rsidTr="00343E81">
        <w:trPr>
          <w:trHeight w:val="458"/>
        </w:trPr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Defined unfamiliar technical terms.</w:t>
            </w:r>
          </w:p>
        </w:tc>
        <w:sdt>
          <w:sdtPr>
            <w:rPr>
              <w:rFonts w:ascii="Arial" w:hAnsi="Arial"/>
              <w:sz w:val="20"/>
            </w:rPr>
            <w:id w:val="803727433"/>
            <w:placeholder>
              <w:docPart w:val="E2B37BF6F2624E67A3547C9EB1A29B21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A61326" w:rsidP="00343E81">
                <w:pPr>
                  <w:autoSpaceDE w:val="0"/>
                  <w:autoSpaceDN w:val="0"/>
                  <w:adjustRightInd w:val="0"/>
                  <w:spacing w:before="120"/>
                  <w:jc w:val="center"/>
                  <w:rPr>
                    <w:rFonts w:ascii="Arial" w:hAnsi="Arial"/>
                    <w:b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2</w:t>
                </w:r>
              </w:p>
            </w:tc>
          </w:sdtContent>
        </w:sdt>
        <w:tc>
          <w:tcPr>
            <w:tcW w:w="3690" w:type="dxa"/>
            <w:shd w:val="clear" w:color="auto" w:fill="D9D9D9" w:themeFill="background1" w:themeFillShade="D9"/>
          </w:tcPr>
          <w:p w:rsidR="00686EB4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sz w:val="20"/>
              </w:rPr>
            </w:pPr>
            <w:r w:rsidRPr="00686EB4">
              <w:rPr>
                <w:rFonts w:ascii="Arial" w:hAnsi="Arial"/>
                <w:b/>
                <w:sz w:val="20"/>
              </w:rPr>
              <w:t>Body Language</w:t>
            </w:r>
          </w:p>
        </w:tc>
        <w:tc>
          <w:tcPr>
            <w:tcW w:w="900" w:type="dxa"/>
            <w:vAlign w:val="center"/>
          </w:tcPr>
          <w:p w:rsidR="00686EB4" w:rsidRDefault="00C24976" w:rsidP="00343E8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</w:tr>
      <w:tr w:rsidR="00686EB4" w:rsidTr="00343E81">
        <w:tc>
          <w:tcPr>
            <w:tcW w:w="3780" w:type="dxa"/>
            <w:tcBorders>
              <w:bottom w:val="single" w:sz="4" w:space="0" w:color="auto"/>
            </w:tcBorders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Summarized the main points before finishing.</w:t>
            </w:r>
          </w:p>
        </w:tc>
        <w:sdt>
          <w:sdtPr>
            <w:rPr>
              <w:rFonts w:ascii="Arial" w:hAnsi="Arial"/>
              <w:sz w:val="20"/>
            </w:rPr>
            <w:id w:val="803727434"/>
            <w:placeholder>
              <w:docPart w:val="AD11EEFF342042AFA3FEBD89EFABD723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A61326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b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2</w:t>
                </w:r>
              </w:p>
            </w:tc>
          </w:sdtContent>
        </w:sdt>
        <w:tc>
          <w:tcPr>
            <w:tcW w:w="3690" w:type="dxa"/>
            <w:vAlign w:val="center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Maintained good eye contact with the group.</w:t>
            </w:r>
          </w:p>
        </w:tc>
        <w:sdt>
          <w:sdtPr>
            <w:rPr>
              <w:rFonts w:ascii="Arial" w:hAnsi="Arial"/>
              <w:sz w:val="20"/>
            </w:rPr>
            <w:id w:val="803727456"/>
            <w:placeholder>
              <w:docPart w:val="66984EADB15B4F729584D0FF580C38E8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A61326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b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2</w:t>
                </w:r>
              </w:p>
            </w:tc>
          </w:sdtContent>
        </w:sdt>
      </w:tr>
      <w:tr w:rsidR="00686EB4" w:rsidTr="00343E81">
        <w:trPr>
          <w:trHeight w:val="485"/>
        </w:trPr>
        <w:tc>
          <w:tcPr>
            <w:tcW w:w="3780" w:type="dxa"/>
            <w:shd w:val="clear" w:color="auto" w:fill="D9D9D9" w:themeFill="background1" w:themeFillShade="D9"/>
          </w:tcPr>
          <w:p w:rsidR="00686EB4" w:rsidRPr="00686EB4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Group Participation</w:t>
            </w:r>
          </w:p>
        </w:tc>
        <w:tc>
          <w:tcPr>
            <w:tcW w:w="990" w:type="dxa"/>
            <w:vAlign w:val="center"/>
          </w:tcPr>
          <w:p w:rsidR="00686EB4" w:rsidRDefault="00C24976" w:rsidP="00343E8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sz w:val="20"/>
              </w:rPr>
            </w:pPr>
            <w:r w:rsidRPr="00C24976">
              <w:rPr>
                <w:rFonts w:ascii="Arial" w:hAnsi="Arial"/>
                <w:b/>
                <w:sz w:val="20"/>
              </w:rPr>
              <w:t>Rating</w:t>
            </w:r>
          </w:p>
        </w:tc>
        <w:tc>
          <w:tcPr>
            <w:tcW w:w="3690" w:type="dxa"/>
            <w:vAlign w:val="center"/>
          </w:tcPr>
          <w:p w:rsidR="00686EB4" w:rsidRDefault="00686EB4" w:rsidP="00686EB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Was friendly and smiled.</w:t>
            </w:r>
          </w:p>
        </w:tc>
        <w:sdt>
          <w:sdtPr>
            <w:rPr>
              <w:rFonts w:ascii="Arial" w:hAnsi="Arial"/>
              <w:sz w:val="20"/>
            </w:rPr>
            <w:id w:val="803727447"/>
            <w:placeholder>
              <w:docPart w:val="86225FED32194AFD8A0160089BC0926D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A61326" w:rsidP="00343E81">
                <w:pPr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2</w:t>
                </w:r>
              </w:p>
            </w:tc>
          </w:sdtContent>
        </w:sdt>
      </w:tr>
      <w:tr w:rsidR="00686EB4" w:rsidTr="00343E81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Involved the group. </w:t>
            </w:r>
          </w:p>
        </w:tc>
        <w:sdt>
          <w:sdtPr>
            <w:rPr>
              <w:rFonts w:ascii="Arial" w:hAnsi="Arial"/>
              <w:sz w:val="20"/>
            </w:rPr>
            <w:id w:val="803727437"/>
            <w:placeholder>
              <w:docPart w:val="88F3FDE536D54D80A183925F0ECEA1D8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A61326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686EB4" w:rsidRDefault="00686EB4" w:rsidP="00686EB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Used body language to help communicate ideas visually</w:t>
            </w:r>
          </w:p>
        </w:tc>
        <w:tc>
          <w:tcPr>
            <w:tcW w:w="900" w:type="dxa"/>
            <w:vAlign w:val="center"/>
          </w:tcPr>
          <w:p w:rsidR="00686EB4" w:rsidRDefault="00686EB4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686EB4" w:rsidTr="00343E81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Handled questions and comments with effectively.</w:t>
            </w:r>
          </w:p>
        </w:tc>
        <w:sdt>
          <w:sdtPr>
            <w:rPr>
              <w:rFonts w:ascii="Arial" w:hAnsi="Arial"/>
              <w:sz w:val="20"/>
            </w:rPr>
            <w:id w:val="803727438"/>
            <w:placeholder>
              <w:docPart w:val="3343329842BD4070B57BEC95DF23A1EB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A61326" w:rsidP="00343E81">
                <w:pPr>
                  <w:autoSpaceDE w:val="0"/>
                  <w:autoSpaceDN w:val="0"/>
                  <w:adjustRightInd w:val="0"/>
                  <w:spacing w:before="120"/>
                  <w:jc w:val="center"/>
                  <w:rPr>
                    <w:rFonts w:ascii="Arial" w:hAnsi="Arial"/>
                    <w:b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2</w:t>
                </w:r>
              </w:p>
            </w:tc>
          </w:sdtContent>
        </w:sdt>
        <w:tc>
          <w:tcPr>
            <w:tcW w:w="3690" w:type="dxa"/>
            <w:shd w:val="clear" w:color="auto" w:fill="E0E0E0"/>
          </w:tcPr>
          <w:p w:rsidR="00686EB4" w:rsidRPr="00686EB4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Technical Competency</w:t>
            </w:r>
          </w:p>
        </w:tc>
        <w:tc>
          <w:tcPr>
            <w:tcW w:w="900" w:type="dxa"/>
            <w:vAlign w:val="center"/>
          </w:tcPr>
          <w:p w:rsidR="00686EB4" w:rsidRDefault="00C24976" w:rsidP="00343E8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</w:tr>
      <w:tr w:rsidR="00686EB4" w:rsidTr="00343E81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Divided course into appropriate sections.</w:t>
            </w:r>
          </w:p>
        </w:tc>
        <w:sdt>
          <w:sdtPr>
            <w:rPr>
              <w:rFonts w:ascii="Arial" w:hAnsi="Arial"/>
              <w:sz w:val="20"/>
            </w:rPr>
            <w:id w:val="803727435"/>
            <w:placeholder>
              <w:docPart w:val="BEDC3CD9428041269E6D7811651B6CD3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A61326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  <w:tc>
          <w:tcPr>
            <w:tcW w:w="3690" w:type="dxa"/>
          </w:tcPr>
          <w:p w:rsidR="00686EB4" w:rsidRDefault="00686EB4" w:rsidP="00A7064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Taught technically accurate content.</w:t>
            </w:r>
          </w:p>
        </w:tc>
        <w:sdt>
          <w:sdtPr>
            <w:rPr>
              <w:rFonts w:ascii="Arial" w:hAnsi="Arial"/>
              <w:sz w:val="20"/>
            </w:rPr>
            <w:id w:val="803727448"/>
            <w:placeholder>
              <w:docPart w:val="C063FC3A70B64DB29CDE014B2806ED7C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A61326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</w:tr>
      <w:tr w:rsidR="00686EB4" w:rsidTr="00343E81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Provided clear instructions for all activities.</w:t>
            </w:r>
          </w:p>
        </w:tc>
        <w:sdt>
          <w:sdtPr>
            <w:rPr>
              <w:rFonts w:ascii="Arial" w:hAnsi="Arial"/>
              <w:sz w:val="20"/>
            </w:rPr>
            <w:id w:val="803727439"/>
            <w:placeholder>
              <w:docPart w:val="11DBEAD701D6402CB04DC938F05CD441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A61326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  <w:tc>
          <w:tcPr>
            <w:tcW w:w="3690" w:type="dxa"/>
          </w:tcPr>
          <w:p w:rsidR="00686EB4" w:rsidRDefault="00686EB4" w:rsidP="00A7064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Gauged group level of technical knowledge and adjusted the presentation accordingly. </w:t>
            </w:r>
          </w:p>
        </w:tc>
        <w:sdt>
          <w:sdtPr>
            <w:rPr>
              <w:rFonts w:ascii="Arial" w:hAnsi="Arial"/>
              <w:sz w:val="20"/>
            </w:rPr>
            <w:id w:val="803727415"/>
            <w:placeholder>
              <w:docPart w:val="7D189D61E7AB46B78C5D19F75F8814DB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A61326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2</w:t>
                </w:r>
              </w:p>
            </w:tc>
          </w:sdtContent>
        </w:sdt>
      </w:tr>
      <w:tr w:rsidR="00686EB4" w:rsidTr="00343E81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Clarified or rephrased questions to elicit group participation.</w:t>
            </w:r>
          </w:p>
        </w:tc>
        <w:sdt>
          <w:sdtPr>
            <w:rPr>
              <w:rFonts w:ascii="Arial" w:hAnsi="Arial"/>
              <w:sz w:val="20"/>
            </w:rPr>
            <w:id w:val="803727440"/>
            <w:placeholder>
              <w:docPart w:val="A04739D3C2B044E3A7CDA25657D88F28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A61326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  <w:tc>
          <w:tcPr>
            <w:tcW w:w="3690" w:type="dxa"/>
          </w:tcPr>
          <w:p w:rsidR="00686EB4" w:rsidRP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Accurately broke down technical/complex concepts in a way participants could understand.</w:t>
            </w:r>
          </w:p>
        </w:tc>
        <w:sdt>
          <w:sdtPr>
            <w:rPr>
              <w:rFonts w:ascii="Arial" w:hAnsi="Arial"/>
              <w:sz w:val="20"/>
            </w:rPr>
            <w:id w:val="803727449"/>
            <w:placeholder>
              <w:docPart w:val="5CA032931EA84E28B21A15158644800F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A61326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</w:tr>
    </w:tbl>
    <w:p w:rsidR="00353EE0" w:rsidRDefault="00353EE0" w:rsidP="00A7064C"/>
    <w:p w:rsidR="00353EE0" w:rsidRDefault="00353EE0" w:rsidP="00A7064C"/>
    <w:p w:rsidR="00061926" w:rsidRDefault="00061926" w:rsidP="00061926">
      <w:pPr>
        <w:pStyle w:val="Title"/>
        <w:jc w:val="left"/>
      </w:pPr>
      <w:r w:rsidRPr="00061926">
        <w:t>Comments</w:t>
      </w:r>
      <w:r>
        <w:t xml:space="preserve"> on Trainer</w:t>
      </w:r>
      <w:r w:rsidRPr="00061926">
        <w:t>:</w:t>
      </w:r>
    </w:p>
    <w:p w:rsidR="00061926" w:rsidRDefault="00061926" w:rsidP="00061926">
      <w:pPr>
        <w:pStyle w:val="Title"/>
        <w:jc w:val="left"/>
        <w:rPr>
          <w:u w:val="single"/>
        </w:rPr>
      </w:pPr>
    </w:p>
    <w:sdt>
      <w:sdtPr>
        <w:rPr>
          <w:sz w:val="24"/>
          <w:szCs w:val="24"/>
          <w:u w:val="single"/>
        </w:rPr>
        <w:id w:val="803727249"/>
        <w:placeholder>
          <w:docPart w:val="6E5018F413C44A9590CB15AD5A74F670"/>
        </w:placeholder>
      </w:sdtPr>
      <w:sdtContent>
        <w:sdt>
          <w:sdtPr>
            <w:rPr>
              <w:sz w:val="24"/>
              <w:szCs w:val="24"/>
              <w:u w:val="single"/>
            </w:rPr>
            <w:id w:val="10401269"/>
            <w:placeholder>
              <w:docPart w:val="91C97AF7AFBA46E283123E8307B3AFFC"/>
            </w:placeholder>
          </w:sdtPr>
          <w:sdtContent>
            <w:p w:rsidR="00C35EF5" w:rsidRPr="00C35EF5" w:rsidRDefault="00A61326" w:rsidP="00C35EF5">
              <w:pPr>
                <w:pStyle w:val="ListParagraph"/>
                <w:numPr>
                  <w:ilvl w:val="0"/>
                  <w:numId w:val="31"/>
                </w:numPr>
                <w:spacing w:after="0" w:line="240" w:lineRule="auto"/>
                <w:rPr>
                  <w:rFonts w:ascii="Verdana" w:eastAsia="Times New Roman" w:hAnsi="Verdana" w:cs="Times New Roman"/>
                  <w:sz w:val="24"/>
                  <w:szCs w:val="24"/>
                  <w:u w:val="single"/>
                  <w:lang w:val="en-GB"/>
                </w:rPr>
              </w:pPr>
              <w:r>
                <w:rPr>
                  <w:sz w:val="24"/>
                  <w:szCs w:val="24"/>
                  <w:u w:val="single"/>
                </w:rPr>
                <w:t>Great course.  Really enjoyed it</w:t>
              </w:r>
            </w:p>
          </w:sdtContent>
        </w:sdt>
      </w:sdtContent>
    </w:sdt>
    <w:p w:rsidR="00C35EF5" w:rsidRDefault="00C35EF5" w:rsidP="00C35EF5">
      <w:pPr>
        <w:pStyle w:val="Title"/>
        <w:jc w:val="left"/>
        <w:rPr>
          <w:b w:val="0"/>
          <w:bCs w:val="0"/>
        </w:rPr>
      </w:pPr>
    </w:p>
    <w:p w:rsidR="00353EE0" w:rsidRPr="00061926" w:rsidRDefault="00353EE0" w:rsidP="00061926">
      <w:pPr>
        <w:pStyle w:val="Title"/>
        <w:jc w:val="left"/>
        <w:rPr>
          <w:u w:val="single"/>
        </w:rPr>
      </w:pPr>
    </w:p>
    <w:sectPr w:rsidR="00353EE0" w:rsidRPr="00061926" w:rsidSect="00A229FE">
      <w:headerReference w:type="default" r:id="rId8"/>
      <w:pgSz w:w="11906" w:h="16838" w:code="9"/>
      <w:pgMar w:top="900" w:right="1196" w:bottom="1440" w:left="1797" w:header="450" w:footer="27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3F8" w:rsidRDefault="002503F8">
      <w:r>
        <w:separator/>
      </w:r>
    </w:p>
  </w:endnote>
  <w:endnote w:type="continuationSeparator" w:id="0">
    <w:p w:rsidR="002503F8" w:rsidRDefault="002503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3F8" w:rsidRDefault="002503F8">
      <w:r>
        <w:separator/>
      </w:r>
    </w:p>
  </w:footnote>
  <w:footnote w:type="continuationSeparator" w:id="0">
    <w:p w:rsidR="002503F8" w:rsidRDefault="002503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993" w:rsidRDefault="00F06993" w:rsidP="00CD1535">
    <w:pPr>
      <w:pStyle w:val="Header"/>
      <w:tabs>
        <w:tab w:val="clear" w:pos="8306"/>
        <w:tab w:val="right" w:pos="9450"/>
      </w:tabs>
      <w:ind w:right="-688"/>
      <w:jc w:val="right"/>
    </w:pP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 xml:space="preserve">    </w:t>
    </w: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ab/>
    </w: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ab/>
      <w:t xml:space="preserve">    Shasha Technologies  </w:t>
    </w:r>
    <w:r w:rsidRPr="00CD1535">
      <w:rPr>
        <w:rFonts w:ascii="Arial" w:hAnsi="Arial" w:cs="Arial"/>
        <w:noProof/>
        <w:sz w:val="16"/>
        <w:szCs w:val="16"/>
        <w:u w:val="single"/>
        <w:lang w:val="en-US"/>
      </w:rPr>
      <w:t xml:space="preserve"> </w:t>
    </w:r>
    <w:r w:rsidRPr="00A934EA">
      <w:rPr>
        <w:rFonts w:ascii="Arial" w:hAnsi="Arial" w:cs="Arial"/>
        <w:noProof/>
        <w:sz w:val="16"/>
        <w:szCs w:val="16"/>
        <w:lang w:val="en-US"/>
      </w:rPr>
      <w:drawing>
        <wp:inline distT="0" distB="0" distL="0" distR="0">
          <wp:extent cx="723900" cy="643468"/>
          <wp:effectExtent l="19050" t="0" r="0" b="0"/>
          <wp:docPr id="2" name="Picture 1" descr="http://www.co-intelligence.org/ciilogo_125x1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co-intelligence.org/ciilogo_125x100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1" cy="643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558"/>
    <w:multiLevelType w:val="hybridMultilevel"/>
    <w:tmpl w:val="2AA8CB8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61924DA"/>
    <w:multiLevelType w:val="hybridMultilevel"/>
    <w:tmpl w:val="CBCAA96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33635E"/>
    <w:multiLevelType w:val="hybridMultilevel"/>
    <w:tmpl w:val="54C0BA9A"/>
    <w:lvl w:ilvl="0" w:tplc="73A02D0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7770B84"/>
    <w:multiLevelType w:val="hybridMultilevel"/>
    <w:tmpl w:val="E60E4F2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0797D"/>
    <w:multiLevelType w:val="hybridMultilevel"/>
    <w:tmpl w:val="CFA0B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57766"/>
    <w:multiLevelType w:val="hybridMultilevel"/>
    <w:tmpl w:val="CFA0B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A7501"/>
    <w:multiLevelType w:val="hybridMultilevel"/>
    <w:tmpl w:val="D0284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65305F"/>
    <w:multiLevelType w:val="hybridMultilevel"/>
    <w:tmpl w:val="C122B3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D04E3C"/>
    <w:multiLevelType w:val="hybridMultilevel"/>
    <w:tmpl w:val="3232F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8C051E"/>
    <w:multiLevelType w:val="hybridMultilevel"/>
    <w:tmpl w:val="A678EB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B63F34"/>
    <w:multiLevelType w:val="hybridMultilevel"/>
    <w:tmpl w:val="73E69E66"/>
    <w:lvl w:ilvl="0" w:tplc="5A46B99E">
      <w:start w:val="13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92224A"/>
    <w:multiLevelType w:val="hybridMultilevel"/>
    <w:tmpl w:val="33C80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A81302"/>
    <w:multiLevelType w:val="hybridMultilevel"/>
    <w:tmpl w:val="E93C42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B21F7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F74387"/>
    <w:multiLevelType w:val="hybridMultilevel"/>
    <w:tmpl w:val="A154AC1A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1216DD"/>
    <w:multiLevelType w:val="hybridMultilevel"/>
    <w:tmpl w:val="CEC88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2D60918"/>
    <w:multiLevelType w:val="hybridMultilevel"/>
    <w:tmpl w:val="3064D6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235470"/>
    <w:multiLevelType w:val="hybridMultilevel"/>
    <w:tmpl w:val="B5C26A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765E80"/>
    <w:multiLevelType w:val="hybridMultilevel"/>
    <w:tmpl w:val="40289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D32A55"/>
    <w:multiLevelType w:val="hybridMultilevel"/>
    <w:tmpl w:val="6D6E99DA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87B6DBA"/>
    <w:multiLevelType w:val="hybridMultilevel"/>
    <w:tmpl w:val="918050F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1D7672"/>
    <w:multiLevelType w:val="hybridMultilevel"/>
    <w:tmpl w:val="A6302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E33052"/>
    <w:multiLevelType w:val="hybridMultilevel"/>
    <w:tmpl w:val="CFA0B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D1B6D"/>
    <w:multiLevelType w:val="hybridMultilevel"/>
    <w:tmpl w:val="8F46DAD2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032598"/>
    <w:multiLevelType w:val="hybridMultilevel"/>
    <w:tmpl w:val="EA4642A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ABF2786"/>
    <w:multiLevelType w:val="hybridMultilevel"/>
    <w:tmpl w:val="80B29E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AED6F73"/>
    <w:multiLevelType w:val="hybridMultilevel"/>
    <w:tmpl w:val="97BC7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C77750"/>
    <w:multiLevelType w:val="hybridMultilevel"/>
    <w:tmpl w:val="214EF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42419E"/>
    <w:multiLevelType w:val="hybridMultilevel"/>
    <w:tmpl w:val="5100CC32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1D2B6A"/>
    <w:multiLevelType w:val="hybridMultilevel"/>
    <w:tmpl w:val="5DC6F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C6AF6"/>
    <w:multiLevelType w:val="hybridMultilevel"/>
    <w:tmpl w:val="7BDC2E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749034B"/>
    <w:multiLevelType w:val="hybridMultilevel"/>
    <w:tmpl w:val="A678EB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9127273"/>
    <w:multiLevelType w:val="hybridMultilevel"/>
    <w:tmpl w:val="E590591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6"/>
  </w:num>
  <w:num w:numId="4">
    <w:abstractNumId w:val="7"/>
  </w:num>
  <w:num w:numId="5">
    <w:abstractNumId w:val="20"/>
  </w:num>
  <w:num w:numId="6">
    <w:abstractNumId w:val="13"/>
    <w:lvlOverride w:ilvl="0">
      <w:startOverride w:val="1"/>
    </w:lvlOverride>
  </w:num>
  <w:num w:numId="7">
    <w:abstractNumId w:val="17"/>
  </w:num>
  <w:num w:numId="8">
    <w:abstractNumId w:val="24"/>
  </w:num>
  <w:num w:numId="9">
    <w:abstractNumId w:val="1"/>
  </w:num>
  <w:num w:numId="10">
    <w:abstractNumId w:val="6"/>
  </w:num>
  <w:num w:numId="11">
    <w:abstractNumId w:val="32"/>
  </w:num>
  <w:num w:numId="12">
    <w:abstractNumId w:val="3"/>
  </w:num>
  <w:num w:numId="13">
    <w:abstractNumId w:val="10"/>
  </w:num>
  <w:num w:numId="14">
    <w:abstractNumId w:val="0"/>
  </w:num>
  <w:num w:numId="15">
    <w:abstractNumId w:val="23"/>
  </w:num>
  <w:num w:numId="16">
    <w:abstractNumId w:val="14"/>
  </w:num>
  <w:num w:numId="17">
    <w:abstractNumId w:val="28"/>
  </w:num>
  <w:num w:numId="18">
    <w:abstractNumId w:val="9"/>
  </w:num>
  <w:num w:numId="19">
    <w:abstractNumId w:val="19"/>
  </w:num>
  <w:num w:numId="20">
    <w:abstractNumId w:val="18"/>
  </w:num>
  <w:num w:numId="21">
    <w:abstractNumId w:val="25"/>
  </w:num>
  <w:num w:numId="22">
    <w:abstractNumId w:val="27"/>
  </w:num>
  <w:num w:numId="23">
    <w:abstractNumId w:val="26"/>
  </w:num>
  <w:num w:numId="24">
    <w:abstractNumId w:val="8"/>
  </w:num>
  <w:num w:numId="25">
    <w:abstractNumId w:val="5"/>
  </w:num>
  <w:num w:numId="26">
    <w:abstractNumId w:val="15"/>
  </w:num>
  <w:num w:numId="27">
    <w:abstractNumId w:val="22"/>
  </w:num>
  <w:num w:numId="28">
    <w:abstractNumId w:val="4"/>
  </w:num>
  <w:num w:numId="29">
    <w:abstractNumId w:val="30"/>
  </w:num>
  <w:num w:numId="30">
    <w:abstractNumId w:val="21"/>
  </w:num>
  <w:num w:numId="31">
    <w:abstractNumId w:val="29"/>
  </w:num>
  <w:num w:numId="32">
    <w:abstractNumId w:val="11"/>
  </w:num>
  <w:num w:numId="3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3dryFiG17ptQjkEbrut2Ml3P/Ao=" w:salt="qjXOHhjAS6kADvT1upvgTA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B3B"/>
    <w:rsid w:val="00014604"/>
    <w:rsid w:val="000519C4"/>
    <w:rsid w:val="00053ACA"/>
    <w:rsid w:val="00061926"/>
    <w:rsid w:val="00080919"/>
    <w:rsid w:val="00080CC9"/>
    <w:rsid w:val="0009656B"/>
    <w:rsid w:val="000A06C2"/>
    <w:rsid w:val="000A4FC7"/>
    <w:rsid w:val="000C2A7F"/>
    <w:rsid w:val="000C4B39"/>
    <w:rsid w:val="000C6E63"/>
    <w:rsid w:val="000D181A"/>
    <w:rsid w:val="000D2963"/>
    <w:rsid w:val="000D4C64"/>
    <w:rsid w:val="000E7B36"/>
    <w:rsid w:val="000F2504"/>
    <w:rsid w:val="000F740A"/>
    <w:rsid w:val="001042A0"/>
    <w:rsid w:val="00107910"/>
    <w:rsid w:val="001136FA"/>
    <w:rsid w:val="00117B2F"/>
    <w:rsid w:val="00120272"/>
    <w:rsid w:val="001211AA"/>
    <w:rsid w:val="0012438F"/>
    <w:rsid w:val="00134AC6"/>
    <w:rsid w:val="001513B0"/>
    <w:rsid w:val="001540A6"/>
    <w:rsid w:val="00166A8D"/>
    <w:rsid w:val="00170AF4"/>
    <w:rsid w:val="001746EC"/>
    <w:rsid w:val="00176C29"/>
    <w:rsid w:val="00177578"/>
    <w:rsid w:val="00182FD2"/>
    <w:rsid w:val="00187A1A"/>
    <w:rsid w:val="0019646F"/>
    <w:rsid w:val="00197CB9"/>
    <w:rsid w:val="001A79CD"/>
    <w:rsid w:val="001A7CE5"/>
    <w:rsid w:val="001B7C89"/>
    <w:rsid w:val="001C47B1"/>
    <w:rsid w:val="001D13F9"/>
    <w:rsid w:val="001D3094"/>
    <w:rsid w:val="001E107A"/>
    <w:rsid w:val="001E1C9F"/>
    <w:rsid w:val="001E2CFA"/>
    <w:rsid w:val="002001AA"/>
    <w:rsid w:val="002004F5"/>
    <w:rsid w:val="00202F85"/>
    <w:rsid w:val="002221E8"/>
    <w:rsid w:val="0023678F"/>
    <w:rsid w:val="002411BF"/>
    <w:rsid w:val="002503F8"/>
    <w:rsid w:val="00251D7A"/>
    <w:rsid w:val="00260693"/>
    <w:rsid w:val="00263865"/>
    <w:rsid w:val="00266D80"/>
    <w:rsid w:val="00267920"/>
    <w:rsid w:val="00270BB9"/>
    <w:rsid w:val="00275AC4"/>
    <w:rsid w:val="002938A8"/>
    <w:rsid w:val="002979DB"/>
    <w:rsid w:val="002A0A4F"/>
    <w:rsid w:val="002A4A47"/>
    <w:rsid w:val="002C1FE2"/>
    <w:rsid w:val="002D2D43"/>
    <w:rsid w:val="002D32EB"/>
    <w:rsid w:val="002E3A92"/>
    <w:rsid w:val="002E759E"/>
    <w:rsid w:val="002E76B9"/>
    <w:rsid w:val="002F4E80"/>
    <w:rsid w:val="002F73D0"/>
    <w:rsid w:val="00301A17"/>
    <w:rsid w:val="00307B6B"/>
    <w:rsid w:val="00310193"/>
    <w:rsid w:val="00316AF2"/>
    <w:rsid w:val="003209E2"/>
    <w:rsid w:val="003438E7"/>
    <w:rsid w:val="00343E81"/>
    <w:rsid w:val="00344682"/>
    <w:rsid w:val="00353EE0"/>
    <w:rsid w:val="00354E57"/>
    <w:rsid w:val="0036540F"/>
    <w:rsid w:val="0037183E"/>
    <w:rsid w:val="003757B5"/>
    <w:rsid w:val="00381032"/>
    <w:rsid w:val="00393041"/>
    <w:rsid w:val="003A7407"/>
    <w:rsid w:val="003B60AB"/>
    <w:rsid w:val="003C2419"/>
    <w:rsid w:val="003E1982"/>
    <w:rsid w:val="003F0DB1"/>
    <w:rsid w:val="00400834"/>
    <w:rsid w:val="00405C64"/>
    <w:rsid w:val="00406A04"/>
    <w:rsid w:val="00424CD3"/>
    <w:rsid w:val="0042589F"/>
    <w:rsid w:val="00434F0B"/>
    <w:rsid w:val="00441182"/>
    <w:rsid w:val="004424F5"/>
    <w:rsid w:val="0044493C"/>
    <w:rsid w:val="00445D71"/>
    <w:rsid w:val="00471C9A"/>
    <w:rsid w:val="00473F22"/>
    <w:rsid w:val="00474BD9"/>
    <w:rsid w:val="00476E8A"/>
    <w:rsid w:val="00480D5F"/>
    <w:rsid w:val="00487023"/>
    <w:rsid w:val="00490711"/>
    <w:rsid w:val="00490C86"/>
    <w:rsid w:val="004973D9"/>
    <w:rsid w:val="004A5FDE"/>
    <w:rsid w:val="004B4803"/>
    <w:rsid w:val="004B6E9C"/>
    <w:rsid w:val="004C0A4F"/>
    <w:rsid w:val="004C16AB"/>
    <w:rsid w:val="004C7D2E"/>
    <w:rsid w:val="004D0AB9"/>
    <w:rsid w:val="004D7314"/>
    <w:rsid w:val="004E20A4"/>
    <w:rsid w:val="004E2512"/>
    <w:rsid w:val="004E4471"/>
    <w:rsid w:val="004F07EB"/>
    <w:rsid w:val="004F6165"/>
    <w:rsid w:val="0050278C"/>
    <w:rsid w:val="00504B8A"/>
    <w:rsid w:val="00510573"/>
    <w:rsid w:val="00527D20"/>
    <w:rsid w:val="005373A5"/>
    <w:rsid w:val="00550147"/>
    <w:rsid w:val="005623B0"/>
    <w:rsid w:val="0057170E"/>
    <w:rsid w:val="00582998"/>
    <w:rsid w:val="005846B2"/>
    <w:rsid w:val="00586AE0"/>
    <w:rsid w:val="00590AB8"/>
    <w:rsid w:val="0059137B"/>
    <w:rsid w:val="005924C6"/>
    <w:rsid w:val="005951CF"/>
    <w:rsid w:val="00595DE2"/>
    <w:rsid w:val="00596BD9"/>
    <w:rsid w:val="005A502D"/>
    <w:rsid w:val="005A537D"/>
    <w:rsid w:val="005A7C66"/>
    <w:rsid w:val="005B66D4"/>
    <w:rsid w:val="005D795F"/>
    <w:rsid w:val="005E1510"/>
    <w:rsid w:val="005E61E7"/>
    <w:rsid w:val="005F1680"/>
    <w:rsid w:val="005F1FFD"/>
    <w:rsid w:val="005F62DD"/>
    <w:rsid w:val="00600770"/>
    <w:rsid w:val="00610C0B"/>
    <w:rsid w:val="006155C8"/>
    <w:rsid w:val="00616C89"/>
    <w:rsid w:val="00617A79"/>
    <w:rsid w:val="00625E08"/>
    <w:rsid w:val="00633AFF"/>
    <w:rsid w:val="006409E4"/>
    <w:rsid w:val="00641A3A"/>
    <w:rsid w:val="00646103"/>
    <w:rsid w:val="0064665D"/>
    <w:rsid w:val="00646A9C"/>
    <w:rsid w:val="00650C32"/>
    <w:rsid w:val="00666A99"/>
    <w:rsid w:val="00672BFA"/>
    <w:rsid w:val="00686EB4"/>
    <w:rsid w:val="006921C5"/>
    <w:rsid w:val="006A2F0D"/>
    <w:rsid w:val="006A36E3"/>
    <w:rsid w:val="006A67CC"/>
    <w:rsid w:val="006C0849"/>
    <w:rsid w:val="006D1EE5"/>
    <w:rsid w:val="006D7A50"/>
    <w:rsid w:val="006E3EDE"/>
    <w:rsid w:val="006E3F4D"/>
    <w:rsid w:val="006E47FE"/>
    <w:rsid w:val="006E6A77"/>
    <w:rsid w:val="006F08AA"/>
    <w:rsid w:val="00706F26"/>
    <w:rsid w:val="007144F8"/>
    <w:rsid w:val="007146AC"/>
    <w:rsid w:val="00721363"/>
    <w:rsid w:val="007239BB"/>
    <w:rsid w:val="00734BFE"/>
    <w:rsid w:val="00743126"/>
    <w:rsid w:val="007456DA"/>
    <w:rsid w:val="00753F9C"/>
    <w:rsid w:val="0076699E"/>
    <w:rsid w:val="00766C4A"/>
    <w:rsid w:val="00766D79"/>
    <w:rsid w:val="00774F11"/>
    <w:rsid w:val="00780E86"/>
    <w:rsid w:val="00792207"/>
    <w:rsid w:val="007A21B5"/>
    <w:rsid w:val="007A2388"/>
    <w:rsid w:val="007A4880"/>
    <w:rsid w:val="007B1624"/>
    <w:rsid w:val="007B3765"/>
    <w:rsid w:val="007C6F9A"/>
    <w:rsid w:val="007C6FED"/>
    <w:rsid w:val="007C78A3"/>
    <w:rsid w:val="007D41E7"/>
    <w:rsid w:val="007D757E"/>
    <w:rsid w:val="007E41ED"/>
    <w:rsid w:val="007E62C7"/>
    <w:rsid w:val="00803E5C"/>
    <w:rsid w:val="00810CF6"/>
    <w:rsid w:val="0082449F"/>
    <w:rsid w:val="00831681"/>
    <w:rsid w:val="0084216A"/>
    <w:rsid w:val="00846AA8"/>
    <w:rsid w:val="00864BBE"/>
    <w:rsid w:val="00881412"/>
    <w:rsid w:val="0089410B"/>
    <w:rsid w:val="00896D33"/>
    <w:rsid w:val="008B3D83"/>
    <w:rsid w:val="008C04A4"/>
    <w:rsid w:val="008C1806"/>
    <w:rsid w:val="008E0A3F"/>
    <w:rsid w:val="008F24C3"/>
    <w:rsid w:val="009018B2"/>
    <w:rsid w:val="00904998"/>
    <w:rsid w:val="00911B7B"/>
    <w:rsid w:val="00922FF6"/>
    <w:rsid w:val="0092579D"/>
    <w:rsid w:val="009331C1"/>
    <w:rsid w:val="009360AD"/>
    <w:rsid w:val="009366DA"/>
    <w:rsid w:val="00951E18"/>
    <w:rsid w:val="00955B9A"/>
    <w:rsid w:val="00960D3F"/>
    <w:rsid w:val="009728F7"/>
    <w:rsid w:val="00974581"/>
    <w:rsid w:val="00990A2D"/>
    <w:rsid w:val="00990CB5"/>
    <w:rsid w:val="009942C3"/>
    <w:rsid w:val="009A001E"/>
    <w:rsid w:val="009B1719"/>
    <w:rsid w:val="009C0D05"/>
    <w:rsid w:val="009E13E2"/>
    <w:rsid w:val="009E3E14"/>
    <w:rsid w:val="009E6D79"/>
    <w:rsid w:val="009F5529"/>
    <w:rsid w:val="009F6651"/>
    <w:rsid w:val="00A04E31"/>
    <w:rsid w:val="00A10612"/>
    <w:rsid w:val="00A11BC7"/>
    <w:rsid w:val="00A12A55"/>
    <w:rsid w:val="00A229FE"/>
    <w:rsid w:val="00A22E7E"/>
    <w:rsid w:val="00A24D97"/>
    <w:rsid w:val="00A27BB9"/>
    <w:rsid w:val="00A31100"/>
    <w:rsid w:val="00A36AFD"/>
    <w:rsid w:val="00A433D3"/>
    <w:rsid w:val="00A4370F"/>
    <w:rsid w:val="00A52C3D"/>
    <w:rsid w:val="00A53D0B"/>
    <w:rsid w:val="00A61326"/>
    <w:rsid w:val="00A6361F"/>
    <w:rsid w:val="00A665C7"/>
    <w:rsid w:val="00A7064C"/>
    <w:rsid w:val="00A768D3"/>
    <w:rsid w:val="00A934EA"/>
    <w:rsid w:val="00A97606"/>
    <w:rsid w:val="00AA2843"/>
    <w:rsid w:val="00AA7052"/>
    <w:rsid w:val="00AA7AE4"/>
    <w:rsid w:val="00AB43B5"/>
    <w:rsid w:val="00AC2EE8"/>
    <w:rsid w:val="00AD18F0"/>
    <w:rsid w:val="00AD2210"/>
    <w:rsid w:val="00AD4A6A"/>
    <w:rsid w:val="00AE06D7"/>
    <w:rsid w:val="00AE2BF8"/>
    <w:rsid w:val="00AE3851"/>
    <w:rsid w:val="00AE59F0"/>
    <w:rsid w:val="00AE67D7"/>
    <w:rsid w:val="00B064EF"/>
    <w:rsid w:val="00B11CA9"/>
    <w:rsid w:val="00B210F1"/>
    <w:rsid w:val="00B3152A"/>
    <w:rsid w:val="00B3154E"/>
    <w:rsid w:val="00B459A4"/>
    <w:rsid w:val="00B46F67"/>
    <w:rsid w:val="00B50D5D"/>
    <w:rsid w:val="00B555C3"/>
    <w:rsid w:val="00B713CB"/>
    <w:rsid w:val="00B72898"/>
    <w:rsid w:val="00B85188"/>
    <w:rsid w:val="00B86765"/>
    <w:rsid w:val="00B94D22"/>
    <w:rsid w:val="00B96A24"/>
    <w:rsid w:val="00B979B7"/>
    <w:rsid w:val="00BA2DA8"/>
    <w:rsid w:val="00BA7527"/>
    <w:rsid w:val="00BB04D5"/>
    <w:rsid w:val="00BB114E"/>
    <w:rsid w:val="00BB5816"/>
    <w:rsid w:val="00BE4942"/>
    <w:rsid w:val="00BF3209"/>
    <w:rsid w:val="00C00E50"/>
    <w:rsid w:val="00C04D35"/>
    <w:rsid w:val="00C11323"/>
    <w:rsid w:val="00C16045"/>
    <w:rsid w:val="00C20D93"/>
    <w:rsid w:val="00C24976"/>
    <w:rsid w:val="00C35EF5"/>
    <w:rsid w:val="00C55F3D"/>
    <w:rsid w:val="00C63B15"/>
    <w:rsid w:val="00C83388"/>
    <w:rsid w:val="00C90D75"/>
    <w:rsid w:val="00C90DA4"/>
    <w:rsid w:val="00C912ED"/>
    <w:rsid w:val="00C9195A"/>
    <w:rsid w:val="00CA445C"/>
    <w:rsid w:val="00CB1B33"/>
    <w:rsid w:val="00CC2BC5"/>
    <w:rsid w:val="00CD1535"/>
    <w:rsid w:val="00CE7071"/>
    <w:rsid w:val="00CF6CEA"/>
    <w:rsid w:val="00D053E4"/>
    <w:rsid w:val="00D0707F"/>
    <w:rsid w:val="00D24450"/>
    <w:rsid w:val="00D25F5F"/>
    <w:rsid w:val="00D2796F"/>
    <w:rsid w:val="00D44143"/>
    <w:rsid w:val="00D54DE6"/>
    <w:rsid w:val="00D6013D"/>
    <w:rsid w:val="00D61BAA"/>
    <w:rsid w:val="00D65B48"/>
    <w:rsid w:val="00D667F6"/>
    <w:rsid w:val="00D839B7"/>
    <w:rsid w:val="00D903E8"/>
    <w:rsid w:val="00D93AD9"/>
    <w:rsid w:val="00D95860"/>
    <w:rsid w:val="00DB108D"/>
    <w:rsid w:val="00DB2E61"/>
    <w:rsid w:val="00DC4FFA"/>
    <w:rsid w:val="00DD4B50"/>
    <w:rsid w:val="00DD7529"/>
    <w:rsid w:val="00DE25AC"/>
    <w:rsid w:val="00DE697C"/>
    <w:rsid w:val="00DF78EE"/>
    <w:rsid w:val="00E02703"/>
    <w:rsid w:val="00E03A95"/>
    <w:rsid w:val="00E1050B"/>
    <w:rsid w:val="00E16B79"/>
    <w:rsid w:val="00E2699B"/>
    <w:rsid w:val="00E31AFA"/>
    <w:rsid w:val="00E41862"/>
    <w:rsid w:val="00E42428"/>
    <w:rsid w:val="00E500F6"/>
    <w:rsid w:val="00E54139"/>
    <w:rsid w:val="00E62019"/>
    <w:rsid w:val="00E64614"/>
    <w:rsid w:val="00E70A80"/>
    <w:rsid w:val="00E72A87"/>
    <w:rsid w:val="00E73858"/>
    <w:rsid w:val="00E755CF"/>
    <w:rsid w:val="00E77D6A"/>
    <w:rsid w:val="00E8672D"/>
    <w:rsid w:val="00EA4BCB"/>
    <w:rsid w:val="00EB043F"/>
    <w:rsid w:val="00EB7CDB"/>
    <w:rsid w:val="00EC1A09"/>
    <w:rsid w:val="00EC52E6"/>
    <w:rsid w:val="00EC74CA"/>
    <w:rsid w:val="00EE0D50"/>
    <w:rsid w:val="00EE1865"/>
    <w:rsid w:val="00EE34A8"/>
    <w:rsid w:val="00EF1BFF"/>
    <w:rsid w:val="00F02DAD"/>
    <w:rsid w:val="00F06993"/>
    <w:rsid w:val="00F0784F"/>
    <w:rsid w:val="00F11BA9"/>
    <w:rsid w:val="00F20B5D"/>
    <w:rsid w:val="00F2536D"/>
    <w:rsid w:val="00F34302"/>
    <w:rsid w:val="00F34BDF"/>
    <w:rsid w:val="00F37467"/>
    <w:rsid w:val="00F40B65"/>
    <w:rsid w:val="00F414D7"/>
    <w:rsid w:val="00F7534F"/>
    <w:rsid w:val="00F82595"/>
    <w:rsid w:val="00F82B15"/>
    <w:rsid w:val="00FB1D2B"/>
    <w:rsid w:val="00FB225D"/>
    <w:rsid w:val="00FB6AF5"/>
    <w:rsid w:val="00FB6B60"/>
    <w:rsid w:val="00FB76E1"/>
    <w:rsid w:val="00FC4768"/>
    <w:rsid w:val="00FD52BA"/>
    <w:rsid w:val="00FD78C9"/>
    <w:rsid w:val="00FE3B3B"/>
    <w:rsid w:val="00FF4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0E86"/>
    <w:rPr>
      <w:rFonts w:ascii="Verdana" w:hAnsi="Verdana"/>
      <w:sz w:val="18"/>
      <w:szCs w:val="24"/>
      <w:lang w:val="en-GB"/>
    </w:rPr>
  </w:style>
  <w:style w:type="paragraph" w:styleId="Heading1">
    <w:name w:val="heading 1"/>
    <w:basedOn w:val="Normal"/>
    <w:next w:val="Normal"/>
    <w:qFormat/>
    <w:rsid w:val="00990A2D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990A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0A2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90A2D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rsid w:val="00990A2D"/>
    <w:pPr>
      <w:jc w:val="center"/>
    </w:pPr>
    <w:rPr>
      <w:b/>
      <w:bCs/>
      <w:sz w:val="20"/>
      <w:lang w:val="en-US"/>
    </w:rPr>
  </w:style>
  <w:style w:type="paragraph" w:styleId="BodyText2">
    <w:name w:val="Body Text 2"/>
    <w:basedOn w:val="Normal"/>
    <w:rsid w:val="00990A2D"/>
    <w:rPr>
      <w:rFonts w:ascii="Arial" w:hAnsi="Arial" w:cs="Arial"/>
      <w:sz w:val="22"/>
      <w:lang w:val="en-US"/>
    </w:rPr>
  </w:style>
  <w:style w:type="paragraph" w:styleId="BodyText">
    <w:name w:val="Body Text"/>
    <w:basedOn w:val="Normal"/>
    <w:rsid w:val="00990A2D"/>
    <w:rPr>
      <w:rFonts w:ascii="Arial" w:hAnsi="Arial"/>
      <w:color w:val="000080"/>
      <w:sz w:val="22"/>
      <w:szCs w:val="16"/>
      <w:lang w:val="en-US"/>
    </w:rPr>
  </w:style>
  <w:style w:type="character" w:styleId="Hyperlink">
    <w:name w:val="Hyperlink"/>
    <w:basedOn w:val="DefaultParagraphFont"/>
    <w:rsid w:val="00301A17"/>
    <w:rPr>
      <w:color w:val="0000FF"/>
      <w:u w:val="single"/>
    </w:rPr>
  </w:style>
  <w:style w:type="table" w:styleId="TableGrid">
    <w:name w:val="Table Grid"/>
    <w:basedOn w:val="TableNormal"/>
    <w:rsid w:val="00EC74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11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1BC7"/>
    <w:rPr>
      <w:rFonts w:ascii="Tahoma" w:hAnsi="Tahoma" w:cs="Tahoma"/>
      <w:sz w:val="16"/>
      <w:szCs w:val="16"/>
      <w:lang w:val="en-GB"/>
    </w:rPr>
  </w:style>
  <w:style w:type="paragraph" w:styleId="PlainText">
    <w:name w:val="Plain Text"/>
    <w:basedOn w:val="Normal"/>
    <w:link w:val="PlainTextChar"/>
    <w:unhideWhenUsed/>
    <w:rsid w:val="00F20B5D"/>
    <w:rPr>
      <w:rFonts w:ascii="Courier" w:eastAsia="Cambria" w:hAnsi="Courier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F20B5D"/>
    <w:rPr>
      <w:rFonts w:ascii="Courier" w:eastAsia="Cambria" w:hAnsi="Courier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F20B5D"/>
    <w:rPr>
      <w:color w:val="808080"/>
    </w:rPr>
  </w:style>
  <w:style w:type="character" w:customStyle="1" w:styleId="TitleChar">
    <w:name w:val="Title Char"/>
    <w:basedOn w:val="DefaultParagraphFont"/>
    <w:link w:val="Title"/>
    <w:rsid w:val="00A7064C"/>
    <w:rPr>
      <w:rFonts w:ascii="Verdana" w:hAnsi="Verdana"/>
      <w:b/>
      <w:bCs/>
      <w:szCs w:val="24"/>
    </w:rPr>
  </w:style>
  <w:style w:type="paragraph" w:styleId="ListParagraph">
    <w:name w:val="List Paragraph"/>
    <w:basedOn w:val="Normal"/>
    <w:uiPriority w:val="34"/>
    <w:qFormat/>
    <w:rsid w:val="00D441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VendorMgmt\Data_Acquisition\Kx%20Training\Course%20Evaluations\Shasha_q-Smarties_Training_Course_Evaluation_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55700CFC7744CB3BDC2B208B57CFD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61D6B1-5822-463B-8316-B889A097AEE2}"/>
      </w:docPartPr>
      <w:docPartBody>
        <w:p w:rsidR="004E6036" w:rsidRDefault="004E6036">
          <w:pPr>
            <w:pStyle w:val="255700CFC7744CB3BDC2B208B57CFDEC"/>
          </w:pPr>
          <w:r w:rsidRPr="00B25F74">
            <w:rPr>
              <w:rStyle w:val="PlaceholderText"/>
            </w:rPr>
            <w:t>Click here to enter a date.</w:t>
          </w:r>
        </w:p>
      </w:docPartBody>
    </w:docPart>
    <w:docPart>
      <w:docPartPr>
        <w:name w:val="5F7B00DB3BA44CB69F04FDD593AC1A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9E7F7-6D97-4825-9AF2-10E743721305}"/>
      </w:docPartPr>
      <w:docPartBody>
        <w:p w:rsidR="004E6036" w:rsidRDefault="004E6036">
          <w:pPr>
            <w:pStyle w:val="5F7B00DB3BA44CB69F04FDD593AC1AE2"/>
          </w:pPr>
          <w:r w:rsidRPr="00B25F74">
            <w:rPr>
              <w:rStyle w:val="PlaceholderText"/>
            </w:rPr>
            <w:t>Click here to enter text.</w:t>
          </w:r>
        </w:p>
      </w:docPartBody>
    </w:docPart>
    <w:docPart>
      <w:docPartPr>
        <w:name w:val="6BCC13FC80184FDE814F63CE49AF95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A52DEF-7D23-433B-895E-D065370D4F04}"/>
      </w:docPartPr>
      <w:docPartBody>
        <w:p w:rsidR="004E6036" w:rsidRDefault="004E6036">
          <w:pPr>
            <w:pStyle w:val="6BCC13FC80184FDE814F63CE49AF9585"/>
          </w:pPr>
          <w:r w:rsidRPr="00B25F74">
            <w:rPr>
              <w:rStyle w:val="PlaceholderText"/>
            </w:rPr>
            <w:t>Choose an item.</w:t>
          </w:r>
        </w:p>
      </w:docPartBody>
    </w:docPart>
    <w:docPart>
      <w:docPartPr>
        <w:name w:val="CC9DE39C92964F3597B9B0878BBB6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435E5-1429-4807-ABE5-2E67844B7783}"/>
      </w:docPartPr>
      <w:docPartBody>
        <w:p w:rsidR="004E6036" w:rsidRDefault="004E6036">
          <w:pPr>
            <w:pStyle w:val="CC9DE39C92964F3597B9B0878BBB646E"/>
          </w:pPr>
          <w:r w:rsidRPr="00B25F74">
            <w:rPr>
              <w:rStyle w:val="PlaceholderText"/>
            </w:rPr>
            <w:t>Choose an item.</w:t>
          </w:r>
        </w:p>
      </w:docPartBody>
    </w:docPart>
    <w:docPart>
      <w:docPartPr>
        <w:name w:val="E01AB73681484086BC6FB2132462E9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3EDD37-2925-4993-9159-3EB91F2AD5C9}"/>
      </w:docPartPr>
      <w:docPartBody>
        <w:p w:rsidR="004E6036" w:rsidRDefault="004E6036">
          <w:pPr>
            <w:pStyle w:val="E01AB73681484086BC6FB2132462E9E3"/>
          </w:pPr>
          <w:r w:rsidRPr="00B25F74">
            <w:rPr>
              <w:rStyle w:val="PlaceholderText"/>
            </w:rPr>
            <w:t>Choose an item.</w:t>
          </w:r>
        </w:p>
      </w:docPartBody>
    </w:docPart>
    <w:docPart>
      <w:docPartPr>
        <w:name w:val="B7BA0B9E3AD14134AEF898F7F0734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1AE39-7C29-4DE4-B047-0E4B9C9B04B0}"/>
      </w:docPartPr>
      <w:docPartBody>
        <w:p w:rsidR="004E6036" w:rsidRDefault="004E6036">
          <w:pPr>
            <w:pStyle w:val="B7BA0B9E3AD14134AEF898F7F07346F0"/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docPartBody>
    </w:docPart>
    <w:docPart>
      <w:docPartPr>
        <w:name w:val="A8F59F604BDC41A3BB5E43CFA870F4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D5671-6ABC-4558-9CB1-E7911AF72E1E}"/>
      </w:docPartPr>
      <w:docPartBody>
        <w:p w:rsidR="004E6036" w:rsidRDefault="004E6036">
          <w:pPr>
            <w:pStyle w:val="A8F59F604BDC41A3BB5E43CFA870F4F4"/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docPartBody>
    </w:docPart>
    <w:docPart>
      <w:docPartPr>
        <w:name w:val="7C70D27A036A4266B652B0C7DD1FC5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CBCCE7-3F30-4E15-9E47-DC2B7B0FB9D6}"/>
      </w:docPartPr>
      <w:docPartBody>
        <w:p w:rsidR="004E6036" w:rsidRDefault="004E6036">
          <w:pPr>
            <w:pStyle w:val="7C70D27A036A4266B652B0C7DD1FC5FB"/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docPartBody>
    </w:docPart>
    <w:docPart>
      <w:docPartPr>
        <w:name w:val="B0F5930303C3488A9CB924861FBF7D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591CF-1259-402D-9EFE-CDB87E502A4D}"/>
      </w:docPartPr>
      <w:docPartBody>
        <w:p w:rsidR="004E6036" w:rsidRDefault="004E6036">
          <w:pPr>
            <w:pStyle w:val="B0F5930303C3488A9CB924861FBF7D5B"/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docPartBody>
    </w:docPart>
    <w:docPart>
      <w:docPartPr>
        <w:name w:val="C04B9358713A441CABC41F67A461CE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40023B-1AD6-4EF9-AAD5-707007D21A68}"/>
      </w:docPartPr>
      <w:docPartBody>
        <w:p w:rsidR="004E6036" w:rsidRDefault="004E6036">
          <w:pPr>
            <w:pStyle w:val="C04B9358713A441CABC41F67A461CE87"/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docPartBody>
    </w:docPart>
    <w:docPart>
      <w:docPartPr>
        <w:name w:val="762603ABCAE54E60912BDC7AB0E698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96C73-F64D-4C21-B5FB-3F44AF010D3A}"/>
      </w:docPartPr>
      <w:docPartBody>
        <w:p w:rsidR="004E6036" w:rsidRDefault="004E6036">
          <w:pPr>
            <w:pStyle w:val="762603ABCAE54E60912BDC7AB0E69882"/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docPartBody>
    </w:docPart>
    <w:docPart>
      <w:docPartPr>
        <w:name w:val="7977356367564DBE8D6413A33D4B03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9F2CEB-7D2D-4C91-B370-5CA8A6A4C5DE}"/>
      </w:docPartPr>
      <w:docPartBody>
        <w:p w:rsidR="004E6036" w:rsidRDefault="004E6036">
          <w:pPr>
            <w:pStyle w:val="7977356367564DBE8D6413A33D4B0380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946387AD9C3143CB84BFF81FF4CBE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6460C1-FD95-4CFC-88C6-CF421A463BDE}"/>
      </w:docPartPr>
      <w:docPartBody>
        <w:p w:rsidR="004E6036" w:rsidRDefault="004E6036">
          <w:pPr>
            <w:pStyle w:val="946387AD9C3143CB84BFF81FF4CBE2B6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A368E21302564850970FB429D54C2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F4EB22-0686-4580-93C9-9C9C95349319}"/>
      </w:docPartPr>
      <w:docPartBody>
        <w:p w:rsidR="004E6036" w:rsidRDefault="004E6036">
          <w:pPr>
            <w:pStyle w:val="A368E21302564850970FB429D54C22B6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CDD4128804834DCF9F66447075FAE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64DB32-D27E-4CB0-869F-FD395BB7AD53}"/>
      </w:docPartPr>
      <w:docPartBody>
        <w:p w:rsidR="004E6036" w:rsidRDefault="004E6036">
          <w:pPr>
            <w:pStyle w:val="CDD4128804834DCF9F66447075FAEFA9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B2EEE66016F24397BC7CE28710A16C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38B93-4E1A-4714-BFD5-9CF7C7AC5549}"/>
      </w:docPartPr>
      <w:docPartBody>
        <w:p w:rsidR="004E6036" w:rsidRDefault="004E6036">
          <w:pPr>
            <w:pStyle w:val="B2EEE66016F24397BC7CE28710A16CF8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E6136FA4F426465BADF49F2356939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AE3DEA-017B-431F-97B5-4C464A63D092}"/>
      </w:docPartPr>
      <w:docPartBody>
        <w:p w:rsidR="004E6036" w:rsidRDefault="004E6036">
          <w:pPr>
            <w:pStyle w:val="E6136FA4F426465BADF49F2356939F87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0A88620A08F34C67B37FD4A19EBDB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BD17A8-82AC-4450-91D2-8372D2C236FA}"/>
      </w:docPartPr>
      <w:docPartBody>
        <w:p w:rsidR="004E6036" w:rsidRDefault="004E6036">
          <w:pPr>
            <w:pStyle w:val="0A88620A08F34C67B37FD4A19EBDB13E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4128DBD237054BAC9BBABCFB4F2D3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26EC8-F062-4460-B84A-5EE1AE8C5FF4}"/>
      </w:docPartPr>
      <w:docPartBody>
        <w:p w:rsidR="004E6036" w:rsidRDefault="004E6036">
          <w:pPr>
            <w:pStyle w:val="4128DBD237054BAC9BBABCFB4F2D3232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B45D15B1EC9540C2848D8AFF4A8AF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9C0AC-D4DE-45A0-B047-671B9791874B}"/>
      </w:docPartPr>
      <w:docPartBody>
        <w:p w:rsidR="004E6036" w:rsidRDefault="004E6036">
          <w:pPr>
            <w:pStyle w:val="B45D15B1EC9540C2848D8AFF4A8AF3BF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2F8FE79CAD3C44A190F451AE75FAC0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55ADC1-FAED-422C-9C4F-1073444E9C77}"/>
      </w:docPartPr>
      <w:docPartBody>
        <w:p w:rsidR="004E6036" w:rsidRDefault="004E6036">
          <w:pPr>
            <w:pStyle w:val="2F8FE79CAD3C44A190F451AE75FAC01B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E2B37BF6F2624E67A3547C9EB1A29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CE4C0-467D-4C97-B945-E7F4989AD604}"/>
      </w:docPartPr>
      <w:docPartBody>
        <w:p w:rsidR="004E6036" w:rsidRDefault="004E6036">
          <w:pPr>
            <w:pStyle w:val="E2B37BF6F2624E67A3547C9EB1A29B21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AD11EEFF342042AFA3FEBD89EFABD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DC537C-D06C-47CC-95BA-2F8969396FCE}"/>
      </w:docPartPr>
      <w:docPartBody>
        <w:p w:rsidR="004E6036" w:rsidRDefault="004E6036">
          <w:pPr>
            <w:pStyle w:val="AD11EEFF342042AFA3FEBD89EFABD723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66984EADB15B4F729584D0FF580C38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7C5582-3F67-4052-982E-5FCA2E28F520}"/>
      </w:docPartPr>
      <w:docPartBody>
        <w:p w:rsidR="004E6036" w:rsidRDefault="004E6036">
          <w:pPr>
            <w:pStyle w:val="66984EADB15B4F729584D0FF580C38E8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86225FED32194AFD8A0160089BC09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25AB21-CBCB-4DEC-BD7F-5DB508A1496F}"/>
      </w:docPartPr>
      <w:docPartBody>
        <w:p w:rsidR="004E6036" w:rsidRDefault="004E6036">
          <w:pPr>
            <w:pStyle w:val="86225FED32194AFD8A0160089BC0926D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88F3FDE536D54D80A183925F0ECEA1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DEF2D0-14A0-4F18-B548-29FE04D03AB0}"/>
      </w:docPartPr>
      <w:docPartBody>
        <w:p w:rsidR="004E6036" w:rsidRDefault="004E6036">
          <w:pPr>
            <w:pStyle w:val="88F3FDE536D54D80A183925F0ECEA1D8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3343329842BD4070B57BEC95DF23A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4DAE46-EBC6-4517-A381-1D78E0200288}"/>
      </w:docPartPr>
      <w:docPartBody>
        <w:p w:rsidR="004E6036" w:rsidRDefault="004E6036">
          <w:pPr>
            <w:pStyle w:val="3343329842BD4070B57BEC95DF23A1EB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BEDC3CD9428041269E6D7811651B6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72D1F-3861-47C4-919D-231E212F113D}"/>
      </w:docPartPr>
      <w:docPartBody>
        <w:p w:rsidR="004E6036" w:rsidRDefault="004E6036">
          <w:pPr>
            <w:pStyle w:val="BEDC3CD9428041269E6D7811651B6CD3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C063FC3A70B64DB29CDE014B2806E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FBB1BD-CA13-414A-9D21-A3817712D437}"/>
      </w:docPartPr>
      <w:docPartBody>
        <w:p w:rsidR="004E6036" w:rsidRDefault="004E6036">
          <w:pPr>
            <w:pStyle w:val="C063FC3A70B64DB29CDE014B2806ED7C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11DBEAD701D6402CB04DC938F05CD4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252C5F-9223-4011-8952-896F3359CC89}"/>
      </w:docPartPr>
      <w:docPartBody>
        <w:p w:rsidR="004E6036" w:rsidRDefault="004E6036">
          <w:pPr>
            <w:pStyle w:val="11DBEAD701D6402CB04DC938F05CD441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7D189D61E7AB46B78C5D19F75F881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F136D-43E3-4B2F-AE44-2C2CAE61F231}"/>
      </w:docPartPr>
      <w:docPartBody>
        <w:p w:rsidR="004E6036" w:rsidRDefault="004E6036">
          <w:pPr>
            <w:pStyle w:val="7D189D61E7AB46B78C5D19F75F8814DB"/>
          </w:pPr>
          <w:r w:rsidRPr="00343E81">
            <w:rPr>
              <w:rStyle w:val="PlaceholderText"/>
              <w:i/>
            </w:rPr>
            <w:t>Enter</w:t>
          </w:r>
        </w:p>
      </w:docPartBody>
    </w:docPart>
    <w:docPart>
      <w:docPartPr>
        <w:name w:val="A04739D3C2B044E3A7CDA25657D88F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EE64D-ACBE-4A2C-91EA-971213FB042F}"/>
      </w:docPartPr>
      <w:docPartBody>
        <w:p w:rsidR="004E6036" w:rsidRDefault="004E6036">
          <w:pPr>
            <w:pStyle w:val="A04739D3C2B044E3A7CDA25657D88F28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5CA032931EA84E28B21A1515864480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95131-2A9C-40B9-B585-BE1B3CECF434}"/>
      </w:docPartPr>
      <w:docPartBody>
        <w:p w:rsidR="004E6036" w:rsidRDefault="004E6036">
          <w:pPr>
            <w:pStyle w:val="5CA032931EA84E28B21A15158644800F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6E5018F413C44A9590CB15AD5A74F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9283AB-0DC3-4236-879A-2E9B254E5C19}"/>
      </w:docPartPr>
      <w:docPartBody>
        <w:p w:rsidR="004E6036" w:rsidRDefault="004E6036">
          <w:pPr>
            <w:pStyle w:val="6E5018F413C44A9590CB15AD5A74F670"/>
          </w:pPr>
          <w:r w:rsidRPr="002D32EB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docPartBody>
    </w:docPart>
    <w:docPart>
      <w:docPartPr>
        <w:name w:val="91C97AF7AFBA46E283123E8307B3AF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8A90A-57BD-41B7-8BF1-9028069CE0C5}"/>
      </w:docPartPr>
      <w:docPartBody>
        <w:p w:rsidR="00146082" w:rsidRDefault="004E6036" w:rsidP="004E6036">
          <w:pPr>
            <w:pStyle w:val="91C97AF7AFBA46E283123E8307B3AFFC"/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20"/>
  <w:characterSpacingControl w:val="doNotCompress"/>
  <w:compat>
    <w:useFELayout/>
  </w:compat>
  <w:rsids>
    <w:rsidRoot w:val="004E6036"/>
    <w:rsid w:val="00146082"/>
    <w:rsid w:val="004E6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0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6036"/>
    <w:rPr>
      <w:color w:val="808080"/>
    </w:rPr>
  </w:style>
  <w:style w:type="paragraph" w:customStyle="1" w:styleId="255700CFC7744CB3BDC2B208B57CFDEC">
    <w:name w:val="255700CFC7744CB3BDC2B208B57CFDEC"/>
    <w:rsid w:val="004E6036"/>
  </w:style>
  <w:style w:type="paragraph" w:customStyle="1" w:styleId="5F7B00DB3BA44CB69F04FDD593AC1AE2">
    <w:name w:val="5F7B00DB3BA44CB69F04FDD593AC1AE2"/>
    <w:rsid w:val="004E6036"/>
  </w:style>
  <w:style w:type="paragraph" w:customStyle="1" w:styleId="6BCC13FC80184FDE814F63CE49AF9585">
    <w:name w:val="6BCC13FC80184FDE814F63CE49AF9585"/>
    <w:rsid w:val="004E6036"/>
  </w:style>
  <w:style w:type="paragraph" w:customStyle="1" w:styleId="CC9DE39C92964F3597B9B0878BBB646E">
    <w:name w:val="CC9DE39C92964F3597B9B0878BBB646E"/>
    <w:rsid w:val="004E6036"/>
  </w:style>
  <w:style w:type="paragraph" w:customStyle="1" w:styleId="E01AB73681484086BC6FB2132462E9E3">
    <w:name w:val="E01AB73681484086BC6FB2132462E9E3"/>
    <w:rsid w:val="004E6036"/>
  </w:style>
  <w:style w:type="paragraph" w:customStyle="1" w:styleId="B7BA0B9E3AD14134AEF898F7F07346F0">
    <w:name w:val="B7BA0B9E3AD14134AEF898F7F07346F0"/>
    <w:rsid w:val="004E6036"/>
  </w:style>
  <w:style w:type="paragraph" w:customStyle="1" w:styleId="A8F59F604BDC41A3BB5E43CFA870F4F4">
    <w:name w:val="A8F59F604BDC41A3BB5E43CFA870F4F4"/>
    <w:rsid w:val="004E6036"/>
  </w:style>
  <w:style w:type="paragraph" w:customStyle="1" w:styleId="7C70D27A036A4266B652B0C7DD1FC5FB">
    <w:name w:val="7C70D27A036A4266B652B0C7DD1FC5FB"/>
    <w:rsid w:val="004E6036"/>
  </w:style>
  <w:style w:type="paragraph" w:customStyle="1" w:styleId="B0F5930303C3488A9CB924861FBF7D5B">
    <w:name w:val="B0F5930303C3488A9CB924861FBF7D5B"/>
    <w:rsid w:val="004E6036"/>
  </w:style>
  <w:style w:type="paragraph" w:customStyle="1" w:styleId="C04B9358713A441CABC41F67A461CE87">
    <w:name w:val="C04B9358713A441CABC41F67A461CE87"/>
    <w:rsid w:val="004E6036"/>
  </w:style>
  <w:style w:type="paragraph" w:customStyle="1" w:styleId="762603ABCAE54E60912BDC7AB0E69882">
    <w:name w:val="762603ABCAE54E60912BDC7AB0E69882"/>
    <w:rsid w:val="004E6036"/>
  </w:style>
  <w:style w:type="paragraph" w:customStyle="1" w:styleId="7977356367564DBE8D6413A33D4B0380">
    <w:name w:val="7977356367564DBE8D6413A33D4B0380"/>
    <w:rsid w:val="004E6036"/>
  </w:style>
  <w:style w:type="paragraph" w:customStyle="1" w:styleId="946387AD9C3143CB84BFF81FF4CBE2B6">
    <w:name w:val="946387AD9C3143CB84BFF81FF4CBE2B6"/>
    <w:rsid w:val="004E6036"/>
  </w:style>
  <w:style w:type="paragraph" w:customStyle="1" w:styleId="A368E21302564850970FB429D54C22B6">
    <w:name w:val="A368E21302564850970FB429D54C22B6"/>
    <w:rsid w:val="004E6036"/>
  </w:style>
  <w:style w:type="paragraph" w:customStyle="1" w:styleId="CDD4128804834DCF9F66447075FAEFA9">
    <w:name w:val="CDD4128804834DCF9F66447075FAEFA9"/>
    <w:rsid w:val="004E6036"/>
  </w:style>
  <w:style w:type="paragraph" w:customStyle="1" w:styleId="B2EEE66016F24397BC7CE28710A16CF8">
    <w:name w:val="B2EEE66016F24397BC7CE28710A16CF8"/>
    <w:rsid w:val="004E6036"/>
  </w:style>
  <w:style w:type="paragraph" w:customStyle="1" w:styleId="E6136FA4F426465BADF49F2356939F87">
    <w:name w:val="E6136FA4F426465BADF49F2356939F87"/>
    <w:rsid w:val="004E6036"/>
  </w:style>
  <w:style w:type="paragraph" w:customStyle="1" w:styleId="0A88620A08F34C67B37FD4A19EBDB13E">
    <w:name w:val="0A88620A08F34C67B37FD4A19EBDB13E"/>
    <w:rsid w:val="004E6036"/>
  </w:style>
  <w:style w:type="paragraph" w:customStyle="1" w:styleId="4128DBD237054BAC9BBABCFB4F2D3232">
    <w:name w:val="4128DBD237054BAC9BBABCFB4F2D3232"/>
    <w:rsid w:val="004E6036"/>
  </w:style>
  <w:style w:type="paragraph" w:customStyle="1" w:styleId="B45D15B1EC9540C2848D8AFF4A8AF3BF">
    <w:name w:val="B45D15B1EC9540C2848D8AFF4A8AF3BF"/>
    <w:rsid w:val="004E6036"/>
  </w:style>
  <w:style w:type="paragraph" w:customStyle="1" w:styleId="2F8FE79CAD3C44A190F451AE75FAC01B">
    <w:name w:val="2F8FE79CAD3C44A190F451AE75FAC01B"/>
    <w:rsid w:val="004E6036"/>
  </w:style>
  <w:style w:type="paragraph" w:customStyle="1" w:styleId="E2B37BF6F2624E67A3547C9EB1A29B21">
    <w:name w:val="E2B37BF6F2624E67A3547C9EB1A29B21"/>
    <w:rsid w:val="004E6036"/>
  </w:style>
  <w:style w:type="paragraph" w:customStyle="1" w:styleId="AD11EEFF342042AFA3FEBD89EFABD723">
    <w:name w:val="AD11EEFF342042AFA3FEBD89EFABD723"/>
    <w:rsid w:val="004E6036"/>
  </w:style>
  <w:style w:type="paragraph" w:customStyle="1" w:styleId="66984EADB15B4F729584D0FF580C38E8">
    <w:name w:val="66984EADB15B4F729584D0FF580C38E8"/>
    <w:rsid w:val="004E6036"/>
  </w:style>
  <w:style w:type="paragraph" w:customStyle="1" w:styleId="86225FED32194AFD8A0160089BC0926D">
    <w:name w:val="86225FED32194AFD8A0160089BC0926D"/>
    <w:rsid w:val="004E6036"/>
  </w:style>
  <w:style w:type="paragraph" w:customStyle="1" w:styleId="88F3FDE536D54D80A183925F0ECEA1D8">
    <w:name w:val="88F3FDE536D54D80A183925F0ECEA1D8"/>
    <w:rsid w:val="004E6036"/>
  </w:style>
  <w:style w:type="paragraph" w:customStyle="1" w:styleId="3343329842BD4070B57BEC95DF23A1EB">
    <w:name w:val="3343329842BD4070B57BEC95DF23A1EB"/>
    <w:rsid w:val="004E6036"/>
  </w:style>
  <w:style w:type="paragraph" w:customStyle="1" w:styleId="BEDC3CD9428041269E6D7811651B6CD3">
    <w:name w:val="BEDC3CD9428041269E6D7811651B6CD3"/>
    <w:rsid w:val="004E6036"/>
  </w:style>
  <w:style w:type="paragraph" w:customStyle="1" w:styleId="C063FC3A70B64DB29CDE014B2806ED7C">
    <w:name w:val="C063FC3A70B64DB29CDE014B2806ED7C"/>
    <w:rsid w:val="004E6036"/>
  </w:style>
  <w:style w:type="paragraph" w:customStyle="1" w:styleId="11DBEAD701D6402CB04DC938F05CD441">
    <w:name w:val="11DBEAD701D6402CB04DC938F05CD441"/>
    <w:rsid w:val="004E6036"/>
  </w:style>
  <w:style w:type="paragraph" w:customStyle="1" w:styleId="7D189D61E7AB46B78C5D19F75F8814DB">
    <w:name w:val="7D189D61E7AB46B78C5D19F75F8814DB"/>
    <w:rsid w:val="004E6036"/>
  </w:style>
  <w:style w:type="paragraph" w:customStyle="1" w:styleId="A04739D3C2B044E3A7CDA25657D88F28">
    <w:name w:val="A04739D3C2B044E3A7CDA25657D88F28"/>
    <w:rsid w:val="004E6036"/>
  </w:style>
  <w:style w:type="paragraph" w:customStyle="1" w:styleId="5CA032931EA84E28B21A15158644800F">
    <w:name w:val="5CA032931EA84E28B21A15158644800F"/>
    <w:rsid w:val="004E6036"/>
  </w:style>
  <w:style w:type="paragraph" w:customStyle="1" w:styleId="6E5018F413C44A9590CB15AD5A74F670">
    <w:name w:val="6E5018F413C44A9590CB15AD5A74F670"/>
    <w:rsid w:val="004E6036"/>
  </w:style>
  <w:style w:type="paragraph" w:customStyle="1" w:styleId="91C97AF7AFBA46E283123E8307B3AFFC">
    <w:name w:val="91C97AF7AFBA46E283123E8307B3AFFC"/>
    <w:rsid w:val="004E603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93074-8802-4405-9E62-2AE08FABD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Shasha_q-Smarties_Training_Course_Evaluation_0.dotx</Template>
  <TotalTime>1</TotalTime>
  <Pages>2</Pages>
  <Words>424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Level 0</vt:lpstr>
    </vt:vector>
  </TitlesOfParts>
  <Company>First Derivatives</Company>
  <LinksUpToDate>false</LinksUpToDate>
  <CharactersWithSpaces>2632</CharactersWithSpaces>
  <SharedDoc>false</SharedDoc>
  <HLinks>
    <vt:vector size="12" baseType="variant">
      <vt:variant>
        <vt:i4>3538949</vt:i4>
      </vt:variant>
      <vt:variant>
        <vt:i4>0</vt:i4>
      </vt:variant>
      <vt:variant>
        <vt:i4>0</vt:i4>
      </vt:variant>
      <vt:variant>
        <vt:i4>5</vt:i4>
      </vt:variant>
      <vt:variant>
        <vt:lpwstr>mailto:nperrem@firstderivatives.com</vt:lpwstr>
      </vt:variant>
      <vt:variant>
        <vt:lpwstr/>
      </vt:variant>
      <vt:variant>
        <vt:i4>4456533</vt:i4>
      </vt:variant>
      <vt:variant>
        <vt:i4>0</vt:i4>
      </vt:variant>
      <vt:variant>
        <vt:i4>0</vt:i4>
      </vt:variant>
      <vt:variant>
        <vt:i4>5</vt:i4>
      </vt:variant>
      <vt:variant>
        <vt:lpwstr>http://www.firstderivatives.com/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 0</dc:title>
  <dc:subject/>
  <dc:creator>Scott Redstone</dc:creator>
  <cp:keywords/>
  <cp:lastModifiedBy>Scott Redstone</cp:lastModifiedBy>
  <cp:revision>2</cp:revision>
  <cp:lastPrinted>2009-10-29T19:31:00Z</cp:lastPrinted>
  <dcterms:created xsi:type="dcterms:W3CDTF">2011-07-25T17:52:00Z</dcterms:created>
  <dcterms:modified xsi:type="dcterms:W3CDTF">2011-07-25T17:52:00Z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484192154</vt:i4>
  </property>
  <property fmtid="{D5CDD505-2E9C-101B-9397-08002B2CF9AE}" pid="3" name="_NewReviewCycle">
    <vt:lpwstr/>
  </property>
  <property fmtid="{D5CDD505-2E9C-101B-9397-08002B2CF9AE}" pid="4" name="_EmailSubject">
    <vt:lpwstr>Recent Course Evaluations:  q for Smarties</vt:lpwstr>
  </property>
  <property fmtid="{D5CDD505-2E9C-101B-9397-08002B2CF9AE}" pid="5" name="_AuthorEmail">
    <vt:lpwstr>scott.redstone@baml.com</vt:lpwstr>
  </property>
  <property fmtid="{D5CDD505-2E9C-101B-9397-08002B2CF9AE}" pid="6" name="_AuthorEmailDisplayName">
    <vt:lpwstr>Redstone, Scott E - GMRT-EST</vt:lpwstr>
  </property>
  <property fmtid="{D5CDD505-2E9C-101B-9397-08002B2CF9AE}" pid="7" name="_PreviousAdHocReviewCycleID">
    <vt:i4>-348209309</vt:i4>
  </property>
</Properties>
</file>